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8C27FB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27F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27F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27FB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C27F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843873">
            <w:pPr>
              <w:pStyle w:val="CUSTOMHeaderText"/>
            </w:pPr>
          </w:p>
        </w:tc>
      </w:tr>
      <w:tr w:rsidR="00575A29" w:rsidTr="002C403F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43873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43873">
            <w:pPr>
              <w:pStyle w:val="CUSTOMHeaderText"/>
            </w:pPr>
          </w:p>
        </w:tc>
      </w:tr>
      <w:tr w:rsidR="00575A29" w:rsidTr="002C403F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43873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Default="00843873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3725545</wp:posOffset>
                      </wp:positionV>
                      <wp:extent cx="190500" cy="90805"/>
                      <wp:effectExtent l="16510" t="19685" r="21590" b="22860"/>
                      <wp:wrapNone/>
                      <wp:docPr id="166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90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7" o:spid="_x0000_s1026" type="#_x0000_t32" style="position:absolute;margin-left:252.75pt;margin-top:293.35pt;width:15pt;height:7.1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" strokecolor="#bfbfbf [2412]" strokeweight="2.25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3562350</wp:posOffset>
                      </wp:positionV>
                      <wp:extent cx="190500" cy="90805"/>
                      <wp:effectExtent l="16510" t="18415" r="21590" b="14605"/>
                      <wp:wrapNone/>
                      <wp:docPr id="165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90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6" o:spid="_x0000_s1026" type="#_x0000_t32" style="position:absolute;margin-left:252.75pt;margin-top:280.5pt;width:15pt;height:7.1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" strokecolor="#bfbfbf [2412]" strokeweight="2.25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3653155</wp:posOffset>
                      </wp:positionV>
                      <wp:extent cx="190500" cy="90805"/>
                      <wp:effectExtent l="19050" t="23495" r="19050" b="19050"/>
                      <wp:wrapNone/>
                      <wp:docPr id="164" name="AutoShap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90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3" o:spid="_x0000_s1026" type="#_x0000_t32" style="position:absolute;margin-left:253.7pt;margin-top:287.65pt;width:15pt;height:7.1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" strokecolor="#bfbfbf [2412]" strokeweight="2.25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4F221D68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0" t="635" r="0" b="4445"/>
                      <wp:wrapNone/>
                      <wp:docPr id="163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570" w:rsidRPr="002A76FD" w:rsidRDefault="007E3570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02.2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7E3570" w:rsidRPr="00FA7ABC" w:rsidRDefault="007E3570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55pt;margin-top:17.3pt;width:154.7pt;height:1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" filled="f" stroked="f" strokeweight=".5pt">
                      <v:textbox inset="0,0,0,0">
                        <w:txbxContent>
                          <w:p w:rsidR="007E3570" w:rsidRPr="002A76FD" w:rsidRDefault="007E3570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02.2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7E3570" w:rsidRPr="00FA7ABC" w:rsidRDefault="007E3570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F221D69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2862580"/>
                      <wp:effectExtent l="0" t="1270" r="1270" b="3810"/>
                      <wp:wrapNone/>
                      <wp:docPr id="16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28625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CIA = Patent/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Patent/</w:t>
                                  </w:r>
                                  <w:r w:rsidRPr="00A0473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Patent/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Bi-triphasic</w:t>
                                  </w:r>
                                </w:p>
                                <w:p w:rsidR="007E3570" w:rsidRPr="002A76FD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2A76FD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Patent/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843873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</w:pPr>
                                  <w:r w:rsidRPr="00843873">
                                    <w:rPr>
                                      <w:b/>
                                      <w:sz w:val="14"/>
                                      <w:szCs w:val="14"/>
                                    </w:rPr>
                                    <w:t>PFA = Borderline 50% stenosis at origin</w:t>
                                  </w:r>
                                </w:p>
                                <w:p w:rsidR="007E3570" w:rsidRPr="00A04737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A04737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A04737"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SFA = Diffusely narrowed with calcific atheroma proximal-mid thigh; Occluded </w:t>
                                  </w: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IN distal thigh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2A76FD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843873"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Pop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 w:rsidRPr="00A04737"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Occluded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2A76FD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Diffusely calcified; Doppler signal obtained over certain small segments with monophasic waveforms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7E3570" w:rsidRPr="00A04737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A04737"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ATA = Occluded throughout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A04737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A04737"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  <w:t>Occluded in the calf; dampened monophasic waveforms at the ankle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E3570" w:rsidRPr="002A76FD" w:rsidRDefault="007E3570" w:rsidP="00A04737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Diffusely calficifed; unable to get any Doppler signal in proximal calf, Patent in mid-distal calf with monophasic waveforms</w:t>
                                  </w:r>
                                </w:p>
                                <w:p w:rsidR="007E3570" w:rsidRPr="002A76FD" w:rsidRDefault="007E357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25.4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" filled="f" stroked="f" strokeweight=".5pt">
                      <v:textbox style="mso-fit-shape-to-text:t" inset="0,0,0,0">
                        <w:txbxContent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CIA = Patent/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Patent/</w:t>
                            </w:r>
                            <w:r w:rsidRPr="00A0473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Patent/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Bi-triphasic</w:t>
                            </w:r>
                          </w:p>
                          <w:p w:rsidR="007E3570" w:rsidRPr="002A76FD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2A76FD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Patent/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843873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sz w:val="14"/>
                                <w:szCs w:val="14"/>
                              </w:rPr>
                            </w:pPr>
                            <w:r w:rsidRPr="00843873">
                              <w:rPr>
                                <w:b/>
                                <w:sz w:val="14"/>
                                <w:szCs w:val="14"/>
                              </w:rPr>
                              <w:t>PFA = Borderline 50% stenosis at origin</w:t>
                            </w:r>
                          </w:p>
                          <w:p w:rsidR="007E3570" w:rsidRPr="00A04737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A04737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proofErr w:type="gramStart"/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 narrowed with calcific atheroma proximal-mid thigh; Occluded </w:t>
                            </w: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IN distal thigh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2A76FD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843873">
                              <w:rPr>
                                <w:color w:val="FF0000"/>
                                <w:sz w:val="14"/>
                                <w:szCs w:val="14"/>
                              </w:rPr>
                              <w:t>Pop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>Occluded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2A76FD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calcified; Doppler signal obtained over certain small segments with monophasic waveforms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7E3570" w:rsidRPr="00A04737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>ATA = Occluded throughout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A04737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A04737">
                              <w:rPr>
                                <w:color w:val="FF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>
                              <w:rPr>
                                <w:color w:val="FF0000"/>
                                <w:sz w:val="14"/>
                                <w:szCs w:val="14"/>
                              </w:rPr>
                              <w:t>Occluded in the calf; dampened monophasic waveforms at the ankle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E3570" w:rsidRPr="002A76FD" w:rsidRDefault="007E3570" w:rsidP="00A04737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</w:t>
                            </w:r>
                            <w:proofErr w:type="spellEnd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calficifed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; unable to get any Doppler signal in proximal calf, Patent in mid-distal calf with monophasic waveforms</w:t>
                            </w:r>
                          </w:p>
                          <w:p w:rsidR="007E3570" w:rsidRPr="002A76FD" w:rsidRDefault="007E357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2484120</wp:posOffset>
                      </wp:positionH>
                      <wp:positionV relativeFrom="paragraph">
                        <wp:posOffset>225425</wp:posOffset>
                      </wp:positionV>
                      <wp:extent cx="381635" cy="457200"/>
                      <wp:effectExtent l="5080" t="8255" r="13335" b="10795"/>
                      <wp:wrapNone/>
                      <wp:docPr id="161" name="Rectangle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635" cy="457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2" o:spid="_x0000_s1026" style="position:absolute;margin-left:195.6pt;margin-top:17.75pt;width:30.05pt;height:3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" fillcolor="#d8d8d8 [2732]" strokecolor="#bfbfbf [24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2414270</wp:posOffset>
                      </wp:positionH>
                      <wp:positionV relativeFrom="paragraph">
                        <wp:posOffset>245745</wp:posOffset>
                      </wp:positionV>
                      <wp:extent cx="381635" cy="371475"/>
                      <wp:effectExtent l="11430" t="9525" r="16510" b="9525"/>
                      <wp:wrapNone/>
                      <wp:docPr id="160" name="Freeform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635" cy="371475"/>
                              </a:xfrm>
                              <a:custGeom>
                                <a:avLst/>
                                <a:gdLst>
                                  <a:gd name="T0" fmla="*/ 601 w 601"/>
                                  <a:gd name="T1" fmla="*/ 0 h 585"/>
                                  <a:gd name="T2" fmla="*/ 537 w 601"/>
                                  <a:gd name="T3" fmla="*/ 87 h 585"/>
                                  <a:gd name="T4" fmla="*/ 506 w 601"/>
                                  <a:gd name="T5" fmla="*/ 135 h 585"/>
                                  <a:gd name="T6" fmla="*/ 458 w 601"/>
                                  <a:gd name="T7" fmla="*/ 261 h 585"/>
                                  <a:gd name="T8" fmla="*/ 355 w 601"/>
                                  <a:gd name="T9" fmla="*/ 324 h 585"/>
                                  <a:gd name="T10" fmla="*/ 252 w 601"/>
                                  <a:gd name="T11" fmla="*/ 404 h 585"/>
                                  <a:gd name="T12" fmla="*/ 205 w 601"/>
                                  <a:gd name="T13" fmla="*/ 419 h 585"/>
                                  <a:gd name="T14" fmla="*/ 126 w 601"/>
                                  <a:gd name="T15" fmla="*/ 459 h 585"/>
                                  <a:gd name="T16" fmla="*/ 55 w 601"/>
                                  <a:gd name="T17" fmla="*/ 506 h 585"/>
                                  <a:gd name="T18" fmla="*/ 39 w 601"/>
                                  <a:gd name="T19" fmla="*/ 530 h 585"/>
                                  <a:gd name="T20" fmla="*/ 7 w 601"/>
                                  <a:gd name="T21" fmla="*/ 546 h 585"/>
                                  <a:gd name="T22" fmla="*/ 7 w 601"/>
                                  <a:gd name="T23" fmla="*/ 585 h 5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1" h="585">
                                    <a:moveTo>
                                      <a:pt x="601" y="0"/>
                                    </a:moveTo>
                                    <a:cubicBezTo>
                                      <a:pt x="555" y="73"/>
                                      <a:pt x="579" y="45"/>
                                      <a:pt x="537" y="87"/>
                                    </a:cubicBezTo>
                                    <a:cubicBezTo>
                                      <a:pt x="511" y="165"/>
                                      <a:pt x="554" y="48"/>
                                      <a:pt x="506" y="135"/>
                                    </a:cubicBezTo>
                                    <a:cubicBezTo>
                                      <a:pt x="487" y="169"/>
                                      <a:pt x="487" y="231"/>
                                      <a:pt x="458" y="261"/>
                                    </a:cubicBezTo>
                                    <a:cubicBezTo>
                                      <a:pt x="432" y="287"/>
                                      <a:pt x="389" y="308"/>
                                      <a:pt x="355" y="324"/>
                                    </a:cubicBezTo>
                                    <a:cubicBezTo>
                                      <a:pt x="334" y="358"/>
                                      <a:pt x="284" y="380"/>
                                      <a:pt x="252" y="404"/>
                                    </a:cubicBezTo>
                                    <a:cubicBezTo>
                                      <a:pt x="239" y="414"/>
                                      <a:pt x="219" y="410"/>
                                      <a:pt x="205" y="419"/>
                                    </a:cubicBezTo>
                                    <a:cubicBezTo>
                                      <a:pt x="149" y="457"/>
                                      <a:pt x="176" y="446"/>
                                      <a:pt x="126" y="459"/>
                                    </a:cubicBezTo>
                                    <a:cubicBezTo>
                                      <a:pt x="91" y="482"/>
                                      <a:pt x="98" y="495"/>
                                      <a:pt x="55" y="506"/>
                                    </a:cubicBezTo>
                                    <a:cubicBezTo>
                                      <a:pt x="50" y="514"/>
                                      <a:pt x="46" y="524"/>
                                      <a:pt x="39" y="530"/>
                                    </a:cubicBezTo>
                                    <a:cubicBezTo>
                                      <a:pt x="30" y="538"/>
                                      <a:pt x="13" y="536"/>
                                      <a:pt x="7" y="546"/>
                                    </a:cubicBezTo>
                                    <a:cubicBezTo>
                                      <a:pt x="0" y="557"/>
                                      <a:pt x="7" y="572"/>
                                      <a:pt x="7" y="58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9" o:spid="_x0000_s1026" style="position:absolute;margin-left:190.1pt;margin-top:19.35pt;width:30.05pt;height:29.2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1,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" path="m601,c555,73,579,45,537,87v-26,78,17,-39,-31,48c487,169,487,231,458,261v-26,26,-69,47,-103,63c334,358,284,380,252,404v-13,10,-33,6,-47,15c149,457,176,446,126,459,91,482,98,495,55,506v-5,8,-9,18,-16,24c30,538,13,536,7,546v-7,11,,26,,39e" filled="f" strokecolor="black [3213]" strokeweight="1.5pt">
                      <v:path arrowok="t" o:connecttype="custom" o:connectlocs="381635,0;340995,55245;321310,85725;290830,165735;225425,205740;160020,256540;130175,266065;80010,291465;34925,321310;24765,336550;4445,346710;4445,371475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3067685</wp:posOffset>
                      </wp:positionH>
                      <wp:positionV relativeFrom="paragraph">
                        <wp:posOffset>259715</wp:posOffset>
                      </wp:positionV>
                      <wp:extent cx="380365" cy="906145"/>
                      <wp:effectExtent l="17145" t="13970" r="21590" b="70485"/>
                      <wp:wrapNone/>
                      <wp:docPr id="159" name="Freeform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0365" cy="906145"/>
                              </a:xfrm>
                              <a:custGeom>
                                <a:avLst/>
                                <a:gdLst>
                                  <a:gd name="T0" fmla="*/ 0 w 380390"/>
                                  <a:gd name="T1" fmla="*/ 0 h 868475"/>
                                  <a:gd name="T2" fmla="*/ 7315 w 380390"/>
                                  <a:gd name="T3" fmla="*/ 36576 h 868475"/>
                                  <a:gd name="T4" fmla="*/ 14630 w 380390"/>
                                  <a:gd name="T5" fmla="*/ 58522 h 868475"/>
                                  <a:gd name="T6" fmla="*/ 21946 w 380390"/>
                                  <a:gd name="T7" fmla="*/ 102413 h 868475"/>
                                  <a:gd name="T8" fmla="*/ 80467 w 380390"/>
                                  <a:gd name="T9" fmla="*/ 175565 h 868475"/>
                                  <a:gd name="T10" fmla="*/ 102413 w 380390"/>
                                  <a:gd name="T11" fmla="*/ 190196 h 868475"/>
                                  <a:gd name="T12" fmla="*/ 138989 w 380390"/>
                                  <a:gd name="T13" fmla="*/ 226772 h 868475"/>
                                  <a:gd name="T14" fmla="*/ 153619 w 380390"/>
                                  <a:gd name="T15" fmla="*/ 277978 h 868475"/>
                                  <a:gd name="T16" fmla="*/ 182880 w 380390"/>
                                  <a:gd name="T17" fmla="*/ 321869 h 868475"/>
                                  <a:gd name="T18" fmla="*/ 204826 w 380390"/>
                                  <a:gd name="T19" fmla="*/ 329184 h 868475"/>
                                  <a:gd name="T20" fmla="*/ 241402 w 380390"/>
                                  <a:gd name="T21" fmla="*/ 351130 h 868475"/>
                                  <a:gd name="T22" fmla="*/ 285293 w 380390"/>
                                  <a:gd name="T23" fmla="*/ 380391 h 868475"/>
                                  <a:gd name="T24" fmla="*/ 299923 w 380390"/>
                                  <a:gd name="T25" fmla="*/ 402336 h 868475"/>
                                  <a:gd name="T26" fmla="*/ 329184 w 380390"/>
                                  <a:gd name="T27" fmla="*/ 468173 h 868475"/>
                                  <a:gd name="T28" fmla="*/ 343814 w 380390"/>
                                  <a:gd name="T29" fmla="*/ 519380 h 868475"/>
                                  <a:gd name="T30" fmla="*/ 351130 w 380390"/>
                                  <a:gd name="T31" fmla="*/ 541325 h 868475"/>
                                  <a:gd name="T32" fmla="*/ 358445 w 380390"/>
                                  <a:gd name="T33" fmla="*/ 577901 h 868475"/>
                                  <a:gd name="T34" fmla="*/ 365760 w 380390"/>
                                  <a:gd name="T35" fmla="*/ 607162 h 868475"/>
                                  <a:gd name="T36" fmla="*/ 380390 w 380390"/>
                                  <a:gd name="T37" fmla="*/ 651053 h 868475"/>
                                  <a:gd name="T38" fmla="*/ 373075 w 380390"/>
                                  <a:gd name="T39" fmla="*/ 819303 h 868475"/>
                                  <a:gd name="T40" fmla="*/ 365760 w 380390"/>
                                  <a:gd name="T41" fmla="*/ 855879 h 868475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  <a:gd name="T60" fmla="*/ 0 60000 65536"/>
                                  <a:gd name="T61" fmla="*/ 0 60000 65536"/>
                                  <a:gd name="T62" fmla="*/ 0 60000 65536"/>
                                </a:gdLst>
                                <a:ahLst/>
                                <a:cxnLst>
                                  <a:cxn ang="T42">
                                    <a:pos x="T0" y="T1"/>
                                  </a:cxn>
                                  <a:cxn ang="T43">
                                    <a:pos x="T2" y="T3"/>
                                  </a:cxn>
                                  <a:cxn ang="T44">
                                    <a:pos x="T4" y="T5"/>
                                  </a:cxn>
                                  <a:cxn ang="T45">
                                    <a:pos x="T6" y="T7"/>
                                  </a:cxn>
                                  <a:cxn ang="T46">
                                    <a:pos x="T8" y="T9"/>
                                  </a:cxn>
                                  <a:cxn ang="T47">
                                    <a:pos x="T10" y="T11"/>
                                  </a:cxn>
                                  <a:cxn ang="T48">
                                    <a:pos x="T12" y="T13"/>
                                  </a:cxn>
                                  <a:cxn ang="T49">
                                    <a:pos x="T14" y="T15"/>
                                  </a:cxn>
                                  <a:cxn ang="T50">
                                    <a:pos x="T16" y="T17"/>
                                  </a:cxn>
                                  <a:cxn ang="T51">
                                    <a:pos x="T18" y="T19"/>
                                  </a:cxn>
                                  <a:cxn ang="T52">
                                    <a:pos x="T20" y="T21"/>
                                  </a:cxn>
                                  <a:cxn ang="T53">
                                    <a:pos x="T22" y="T23"/>
                                  </a:cxn>
                                  <a:cxn ang="T54">
                                    <a:pos x="T24" y="T25"/>
                                  </a:cxn>
                                  <a:cxn ang="T55">
                                    <a:pos x="T26" y="T27"/>
                                  </a:cxn>
                                  <a:cxn ang="T56">
                                    <a:pos x="T28" y="T29"/>
                                  </a:cxn>
                                  <a:cxn ang="T57">
                                    <a:pos x="T30" y="T31"/>
                                  </a:cxn>
                                  <a:cxn ang="T58">
                                    <a:pos x="T32" y="T33"/>
                                  </a:cxn>
                                  <a:cxn ang="T59">
                                    <a:pos x="T34" y="T35"/>
                                  </a:cxn>
                                  <a:cxn ang="T60">
                                    <a:pos x="T36" y="T37"/>
                                  </a:cxn>
                                  <a:cxn ang="T61">
                                    <a:pos x="T38" y="T39"/>
                                  </a:cxn>
                                  <a:cxn ang="T62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380390" h="868475">
                                    <a:moveTo>
                                      <a:pt x="0" y="0"/>
                                    </a:moveTo>
                                    <a:cubicBezTo>
                                      <a:pt x="2438" y="12192"/>
                                      <a:pt x="4300" y="24514"/>
                                      <a:pt x="7315" y="36576"/>
                                    </a:cubicBezTo>
                                    <a:cubicBezTo>
                                      <a:pt x="9185" y="44057"/>
                                      <a:pt x="12957" y="50995"/>
                                      <a:pt x="14630" y="58522"/>
                                    </a:cubicBezTo>
                                    <a:cubicBezTo>
                                      <a:pt x="17848" y="73001"/>
                                      <a:pt x="17684" y="88206"/>
                                      <a:pt x="21946" y="102413"/>
                                    </a:cubicBezTo>
                                    <a:cubicBezTo>
                                      <a:pt x="30489" y="130888"/>
                                      <a:pt x="57971" y="160567"/>
                                      <a:pt x="80467" y="175565"/>
                                    </a:cubicBezTo>
                                    <a:cubicBezTo>
                                      <a:pt x="87782" y="180442"/>
                                      <a:pt x="95796" y="184406"/>
                                      <a:pt x="102413" y="190196"/>
                                    </a:cubicBezTo>
                                    <a:cubicBezTo>
                                      <a:pt x="115389" y="201550"/>
                                      <a:pt x="138989" y="226772"/>
                                      <a:pt x="138989" y="226772"/>
                                    </a:cubicBezTo>
                                    <a:cubicBezTo>
                                      <a:pt x="140710" y="233658"/>
                                      <a:pt x="148850" y="269393"/>
                                      <a:pt x="153619" y="277978"/>
                                    </a:cubicBezTo>
                                    <a:cubicBezTo>
                                      <a:pt x="162158" y="293349"/>
                                      <a:pt x="166199" y="316309"/>
                                      <a:pt x="182880" y="321869"/>
                                    </a:cubicBezTo>
                                    <a:lnTo>
                                      <a:pt x="204826" y="329184"/>
                                    </a:lnTo>
                                    <a:cubicBezTo>
                                      <a:pt x="250387" y="374748"/>
                                      <a:pt x="184427" y="313146"/>
                                      <a:pt x="241402" y="351130"/>
                                    </a:cubicBezTo>
                                    <a:cubicBezTo>
                                      <a:pt x="296198" y="387661"/>
                                      <a:pt x="233111" y="362998"/>
                                      <a:pt x="285293" y="380391"/>
                                    </a:cubicBezTo>
                                    <a:cubicBezTo>
                                      <a:pt x="290170" y="387706"/>
                                      <a:pt x="296352" y="394302"/>
                                      <a:pt x="299923" y="402336"/>
                                    </a:cubicBezTo>
                                    <a:cubicBezTo>
                                      <a:pt x="334744" y="480683"/>
                                      <a:pt x="296075" y="418509"/>
                                      <a:pt x="329184" y="468173"/>
                                    </a:cubicBezTo>
                                    <a:cubicBezTo>
                                      <a:pt x="346732" y="520818"/>
                                      <a:pt x="325432" y="455048"/>
                                      <a:pt x="343814" y="519380"/>
                                    </a:cubicBezTo>
                                    <a:cubicBezTo>
                                      <a:pt x="345932" y="526794"/>
                                      <a:pt x="349260" y="533844"/>
                                      <a:pt x="351130" y="541325"/>
                                    </a:cubicBezTo>
                                    <a:cubicBezTo>
                                      <a:pt x="354146" y="553387"/>
                                      <a:pt x="355748" y="565764"/>
                                      <a:pt x="358445" y="577901"/>
                                    </a:cubicBezTo>
                                    <a:cubicBezTo>
                                      <a:pt x="360626" y="587715"/>
                                      <a:pt x="362871" y="597532"/>
                                      <a:pt x="365760" y="607162"/>
                                    </a:cubicBezTo>
                                    <a:cubicBezTo>
                                      <a:pt x="370191" y="621933"/>
                                      <a:pt x="380390" y="651053"/>
                                      <a:pt x="380390" y="651053"/>
                                    </a:cubicBezTo>
                                    <a:cubicBezTo>
                                      <a:pt x="377952" y="707136"/>
                                      <a:pt x="377222" y="763320"/>
                                      <a:pt x="373075" y="819303"/>
                                    </a:cubicBezTo>
                                    <a:cubicBezTo>
                                      <a:pt x="365169" y="926042"/>
                                      <a:pt x="365760" y="820293"/>
                                      <a:pt x="365760" y="855879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 cmpd="sng" algn="ctr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87" o:spid="_x0000_s1026" style="position:absolute;margin-left:241.55pt;margin-top:20.45pt;width:29.95pt;height:71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380390,8684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" path="m,c2438,12192,4300,24514,7315,36576v1870,7481,5642,14419,7315,21946c17848,73001,17684,88206,21946,102413v8543,28475,36025,58154,58521,73152c87782,180442,95796,184406,102413,190196v12976,11354,36576,36576,36576,36576c140710,233658,148850,269393,153619,277978v8539,15371,12580,38331,29261,43891l204826,329184v45561,45564,-20399,-16038,36576,21946c296198,387661,233111,362998,285293,380391v4877,7315,11059,13911,14630,21945c334744,480683,296075,418509,329184,468173v17548,52645,-3752,-13125,14630,51207c345932,526794,349260,533844,351130,541325v3016,12062,4618,24439,7315,36576c360626,587715,362871,597532,365760,607162v4431,14771,14630,43891,14630,43891c377952,707136,377222,763320,373075,819303v-7906,106739,-7315,990,-7315,36576e" filled="f" strokeweight="1.5pt">
                      <v:stroke joinstyle="miter"/>
                      <v:path arrowok="t" o:connecttype="custom" o:connectlocs="0,0;7315,38162;14629,61060;21945,106855;80462,183180;102406,198446;138980,236608;153609,290035;182868,335830;204813,343462;241386,366360;285274,396890;299903,419787;329162,488480;343791,541908;351107,564805;358421,602967;365736,633498;380365,679292;373050,854840;365736,893003" o:connectangles="0,0,0,0,0,0,0,0,0,0,0,0,0,0,0,0,0,0,0,0,0"/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163830</wp:posOffset>
                      </wp:positionV>
                      <wp:extent cx="109855" cy="185420"/>
                      <wp:effectExtent l="6985" t="3810" r="6985" b="10795"/>
                      <wp:wrapNone/>
                      <wp:docPr id="158" name="Freeform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9855" cy="185420"/>
                              </a:xfrm>
                              <a:custGeom>
                                <a:avLst/>
                                <a:gdLst>
                                  <a:gd name="T0" fmla="*/ 0 w 109728"/>
                                  <a:gd name="T1" fmla="*/ 0 h 177839"/>
                                  <a:gd name="T2" fmla="*/ 58522 w 109728"/>
                                  <a:gd name="T3" fmla="*/ 51206 h 177839"/>
                                  <a:gd name="T4" fmla="*/ 65837 w 109728"/>
                                  <a:gd name="T5" fmla="*/ 80467 h 177839"/>
                                  <a:gd name="T6" fmla="*/ 95098 w 109728"/>
                                  <a:gd name="T7" fmla="*/ 124358 h 177839"/>
                                  <a:gd name="T8" fmla="*/ 109728 w 109728"/>
                                  <a:gd name="T9" fmla="*/ 146304 h 177839"/>
                                  <a:gd name="T10" fmla="*/ 102413 w 109728"/>
                                  <a:gd name="T11" fmla="*/ 175565 h 177839"/>
                                  <a:gd name="T12" fmla="*/ 65837 w 109728"/>
                                  <a:gd name="T13" fmla="*/ 146304 h 177839"/>
                                  <a:gd name="T14" fmla="*/ 58522 w 109728"/>
                                  <a:gd name="T15" fmla="*/ 124358 h 177839"/>
                                  <a:gd name="T16" fmla="*/ 29261 w 109728"/>
                                  <a:gd name="T17" fmla="*/ 80467 h 177839"/>
                                  <a:gd name="T18" fmla="*/ 21946 w 109728"/>
                                  <a:gd name="T19" fmla="*/ 58521 h 177839"/>
                                  <a:gd name="T20" fmla="*/ 7315 w 109728"/>
                                  <a:gd name="T21" fmla="*/ 43891 h 177839"/>
                                  <a:gd name="T22" fmla="*/ 0 w 109728"/>
                                  <a:gd name="T23" fmla="*/ 0 h 177839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9728" h="177839">
                                    <a:moveTo>
                                      <a:pt x="0" y="0"/>
                                    </a:moveTo>
                                    <a:cubicBezTo>
                                      <a:pt x="5348" y="4279"/>
                                      <a:pt x="51579" y="39056"/>
                                      <a:pt x="58522" y="51206"/>
                                    </a:cubicBezTo>
                                    <a:cubicBezTo>
                                      <a:pt x="63510" y="59935"/>
                                      <a:pt x="61341" y="71475"/>
                                      <a:pt x="65837" y="80467"/>
                                    </a:cubicBezTo>
                                    <a:cubicBezTo>
                                      <a:pt x="73701" y="96194"/>
                                      <a:pt x="85344" y="109728"/>
                                      <a:pt x="95098" y="124358"/>
                                    </a:cubicBezTo>
                                    <a:lnTo>
                                      <a:pt x="109728" y="146304"/>
                                    </a:lnTo>
                                    <a:cubicBezTo>
                                      <a:pt x="107290" y="156058"/>
                                      <a:pt x="110456" y="169533"/>
                                      <a:pt x="102413" y="175565"/>
                                    </a:cubicBezTo>
                                    <a:cubicBezTo>
                                      <a:pt x="86709" y="187342"/>
                                      <a:pt x="68119" y="149726"/>
                                      <a:pt x="65837" y="146304"/>
                                    </a:cubicBezTo>
                                    <a:cubicBezTo>
                                      <a:pt x="63399" y="138989"/>
                                      <a:pt x="62267" y="131099"/>
                                      <a:pt x="58522" y="124358"/>
                                    </a:cubicBezTo>
                                    <a:cubicBezTo>
                                      <a:pt x="49983" y="108987"/>
                                      <a:pt x="34821" y="97148"/>
                                      <a:pt x="29261" y="80467"/>
                                    </a:cubicBezTo>
                                    <a:cubicBezTo>
                                      <a:pt x="26823" y="73152"/>
                                      <a:pt x="25913" y="65133"/>
                                      <a:pt x="21946" y="58521"/>
                                    </a:cubicBezTo>
                                    <a:cubicBezTo>
                                      <a:pt x="18398" y="52607"/>
                                      <a:pt x="12192" y="48768"/>
                                      <a:pt x="7315" y="43891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12700" cap="flat" cmpd="sng" algn="ctr">
                                    <a:solidFill>
                                      <a:srgbClr val="000000"/>
                                    </a:solidFill>
                                    <a:prstDash val="solid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85" o:spid="_x0000_s1026" style="position:absolute;margin-left:234pt;margin-top:12.9pt;width:8.65pt;height:14.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09728,177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" path="m,c5348,4279,51579,39056,58522,51206v4988,8729,2819,20269,7315,29261c73701,96194,85344,109728,95098,124358r14630,21946c107290,156058,110456,169533,102413,175565,86709,187342,68119,149726,65837,146304v-2438,-7315,-3570,-15205,-7315,-21946c49983,108987,34821,97148,29261,80467,26823,73152,25913,65133,21946,58521,18398,52607,12192,48768,7315,43891l,xe" fillcolor="black" stroked="f" strokeweight="1pt">
                      <v:stroke joinstyle="miter"/>
                      <v:path arrowok="t" o:connecttype="custom" o:connectlocs="0,0;58590,53389;65913,83897;95208,129659;109855,152541;102532,183049;65913,152541;58590,129659;29295,83897;21971,61016;7323,45762;0,0" o:connectangles="0,0,0,0,0,0,0,0,0,0,0,0"/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2431415</wp:posOffset>
                      </wp:positionH>
                      <wp:positionV relativeFrom="paragraph">
                        <wp:posOffset>106045</wp:posOffset>
                      </wp:positionV>
                      <wp:extent cx="97790" cy="80645"/>
                      <wp:effectExtent l="9525" t="12700" r="6985" b="11430"/>
                      <wp:wrapNone/>
                      <wp:docPr id="152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790" cy="80645"/>
                              </a:xfrm>
                              <a:custGeom>
                                <a:avLst/>
                                <a:gdLst>
                                  <a:gd name="T0" fmla="*/ 154 w 154"/>
                                  <a:gd name="T1" fmla="*/ 32 h 127"/>
                                  <a:gd name="T2" fmla="*/ 107 w 154"/>
                                  <a:gd name="T3" fmla="*/ 32 h 127"/>
                                  <a:gd name="T4" fmla="*/ 59 w 154"/>
                                  <a:gd name="T5" fmla="*/ 0 h 127"/>
                                  <a:gd name="T6" fmla="*/ 28 w 154"/>
                                  <a:gd name="T7" fmla="*/ 8 h 127"/>
                                  <a:gd name="T8" fmla="*/ 20 w 154"/>
                                  <a:gd name="T9" fmla="*/ 40 h 127"/>
                                  <a:gd name="T10" fmla="*/ 4 w 154"/>
                                  <a:gd name="T11" fmla="*/ 127 h 1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4" h="127">
                                    <a:moveTo>
                                      <a:pt x="154" y="32"/>
                                    </a:moveTo>
                                    <a:cubicBezTo>
                                      <a:pt x="131" y="40"/>
                                      <a:pt x="131" y="45"/>
                                      <a:pt x="107" y="32"/>
                                    </a:cubicBezTo>
                                    <a:cubicBezTo>
                                      <a:pt x="90" y="23"/>
                                      <a:pt x="59" y="0"/>
                                      <a:pt x="59" y="0"/>
                                    </a:cubicBezTo>
                                    <a:cubicBezTo>
                                      <a:pt x="49" y="3"/>
                                      <a:pt x="35" y="0"/>
                                      <a:pt x="28" y="8"/>
                                    </a:cubicBezTo>
                                    <a:cubicBezTo>
                                      <a:pt x="20" y="16"/>
                                      <a:pt x="23" y="29"/>
                                      <a:pt x="20" y="40"/>
                                    </a:cubicBezTo>
                                    <a:cubicBezTo>
                                      <a:pt x="0" y="107"/>
                                      <a:pt x="4" y="65"/>
                                      <a:pt x="4" y="127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3" o:spid="_x0000_s1026" style="position:absolute;margin-left:191.45pt;margin-top:8.35pt;width:7.7pt;height:6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" path="m154,32v-23,8,-23,13,-47,c90,23,59,,59,,49,3,35,,28,8v-8,8,-5,21,-8,32c,107,4,65,4,127e" fillcolor="black [3213]">
                      <v:path arrowok="t" o:connecttype="custom" o:connectlocs="97790,20320;67945,20320;37465,0;17780,5080;12700,25400;2540,80645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2421255</wp:posOffset>
                      </wp:positionH>
                      <wp:positionV relativeFrom="paragraph">
                        <wp:posOffset>111125</wp:posOffset>
                      </wp:positionV>
                      <wp:extent cx="143510" cy="95885"/>
                      <wp:effectExtent l="18415" t="17780" r="9525" b="10160"/>
                      <wp:wrapNone/>
                      <wp:docPr id="151" name="Freeform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3510" cy="95885"/>
                              </a:xfrm>
                              <a:custGeom>
                                <a:avLst/>
                                <a:gdLst>
                                  <a:gd name="T0" fmla="*/ 12 w 226"/>
                                  <a:gd name="T1" fmla="*/ 151 h 151"/>
                                  <a:gd name="T2" fmla="*/ 4 w 226"/>
                                  <a:gd name="T3" fmla="*/ 127 h 151"/>
                                  <a:gd name="T4" fmla="*/ 28 w 226"/>
                                  <a:gd name="T5" fmla="*/ 119 h 151"/>
                                  <a:gd name="T6" fmla="*/ 52 w 226"/>
                                  <a:gd name="T7" fmla="*/ 103 h 151"/>
                                  <a:gd name="T8" fmla="*/ 107 w 226"/>
                                  <a:gd name="T9" fmla="*/ 87 h 151"/>
                                  <a:gd name="T10" fmla="*/ 154 w 226"/>
                                  <a:gd name="T11" fmla="*/ 48 h 151"/>
                                  <a:gd name="T12" fmla="*/ 226 w 226"/>
                                  <a:gd name="T13" fmla="*/ 0 h 1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6" h="151">
                                    <a:moveTo>
                                      <a:pt x="12" y="151"/>
                                    </a:moveTo>
                                    <a:cubicBezTo>
                                      <a:pt x="9" y="143"/>
                                      <a:pt x="0" y="135"/>
                                      <a:pt x="4" y="127"/>
                                    </a:cubicBezTo>
                                    <a:cubicBezTo>
                                      <a:pt x="8" y="119"/>
                                      <a:pt x="20" y="123"/>
                                      <a:pt x="28" y="119"/>
                                    </a:cubicBezTo>
                                    <a:cubicBezTo>
                                      <a:pt x="37" y="115"/>
                                      <a:pt x="43" y="107"/>
                                      <a:pt x="52" y="103"/>
                                    </a:cubicBezTo>
                                    <a:cubicBezTo>
                                      <a:pt x="107" y="79"/>
                                      <a:pt x="60" y="109"/>
                                      <a:pt x="107" y="87"/>
                                    </a:cubicBezTo>
                                    <a:cubicBezTo>
                                      <a:pt x="139" y="72"/>
                                      <a:pt x="126" y="72"/>
                                      <a:pt x="154" y="48"/>
                                    </a:cubicBezTo>
                                    <a:cubicBezTo>
                                      <a:pt x="179" y="26"/>
                                      <a:pt x="204" y="22"/>
                                      <a:pt x="226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0" o:spid="_x0000_s1026" style="position:absolute;margin-left:190.65pt;margin-top:8.75pt;width:11.3pt;height:7.5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6,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" path="m12,151c9,143,,135,4,127v4,-8,16,-4,24,-8c37,115,43,107,52,103v55,-24,8,6,55,-16c139,72,126,72,154,48,179,26,204,22,226,e" filled="f" strokecolor="black [3213]" strokeweight="1.5pt">
                      <v:path arrowok="t" o:connecttype="custom" o:connectlocs="7620,95885;2540,80645;17780,75565;33020,65405;67945,55245;97790,30480;143510,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3132455</wp:posOffset>
                      </wp:positionH>
                      <wp:positionV relativeFrom="paragraph">
                        <wp:posOffset>66040</wp:posOffset>
                      </wp:positionV>
                      <wp:extent cx="166370" cy="612775"/>
                      <wp:effectExtent l="15240" t="10795" r="27940" b="14605"/>
                      <wp:wrapNone/>
                      <wp:docPr id="150" name="Freeform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6370" cy="612775"/>
                              </a:xfrm>
                              <a:custGeom>
                                <a:avLst/>
                                <a:gdLst>
                                  <a:gd name="T0" fmla="*/ 0 w 262"/>
                                  <a:gd name="T1" fmla="*/ 0 h 965"/>
                                  <a:gd name="T2" fmla="*/ 47 w 262"/>
                                  <a:gd name="T3" fmla="*/ 79 h 965"/>
                                  <a:gd name="T4" fmla="*/ 103 w 262"/>
                                  <a:gd name="T5" fmla="*/ 127 h 965"/>
                                  <a:gd name="T6" fmla="*/ 150 w 262"/>
                                  <a:gd name="T7" fmla="*/ 182 h 965"/>
                                  <a:gd name="T8" fmla="*/ 229 w 262"/>
                                  <a:gd name="T9" fmla="*/ 348 h 965"/>
                                  <a:gd name="T10" fmla="*/ 261 w 262"/>
                                  <a:gd name="T11" fmla="*/ 625 h 965"/>
                                  <a:gd name="T12" fmla="*/ 253 w 262"/>
                                  <a:gd name="T13" fmla="*/ 965 h 9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62" h="965">
                                    <a:moveTo>
                                      <a:pt x="0" y="0"/>
                                    </a:moveTo>
                                    <a:cubicBezTo>
                                      <a:pt x="38" y="13"/>
                                      <a:pt x="34" y="41"/>
                                      <a:pt x="47" y="79"/>
                                    </a:cubicBezTo>
                                    <a:cubicBezTo>
                                      <a:pt x="55" y="101"/>
                                      <a:pt x="86" y="113"/>
                                      <a:pt x="103" y="127"/>
                                    </a:cubicBezTo>
                                    <a:cubicBezTo>
                                      <a:pt x="124" y="145"/>
                                      <a:pt x="133" y="159"/>
                                      <a:pt x="150" y="182"/>
                                    </a:cubicBezTo>
                                    <a:cubicBezTo>
                                      <a:pt x="166" y="245"/>
                                      <a:pt x="192" y="295"/>
                                      <a:pt x="229" y="348"/>
                                    </a:cubicBezTo>
                                    <a:cubicBezTo>
                                      <a:pt x="262" y="479"/>
                                      <a:pt x="251" y="345"/>
                                      <a:pt x="261" y="625"/>
                                    </a:cubicBezTo>
                                    <a:cubicBezTo>
                                      <a:pt x="252" y="892"/>
                                      <a:pt x="253" y="778"/>
                                      <a:pt x="253" y="96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8" o:spid="_x0000_s1026" style="position:absolute;margin-left:246.65pt;margin-top:5.2pt;width:13.1pt;height:48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2,9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" path="m,c38,13,34,41,47,79v8,22,39,34,56,48c124,145,133,159,150,182v16,63,42,113,79,166c262,479,251,345,261,625v-9,267,-8,153,-8,340e" filled="f" strokecolor="black [3213]" strokeweight="1.5pt">
                      <v:path arrowok="t" o:connecttype="custom" o:connectlocs="0,0;29845,50165;65405,80645;95250,115570;145415,220980;165735,396875;160655,612775" o:connectangles="0,0,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3417570</wp:posOffset>
                      </wp:positionH>
                      <wp:positionV relativeFrom="paragraph">
                        <wp:posOffset>19685</wp:posOffset>
                      </wp:positionV>
                      <wp:extent cx="51435" cy="98425"/>
                      <wp:effectExtent l="5080" t="11430" r="10160" b="13970"/>
                      <wp:wrapNone/>
                      <wp:docPr id="149" name="Freeform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435" cy="98425"/>
                              </a:xfrm>
                              <a:custGeom>
                                <a:avLst/>
                                <a:gdLst>
                                  <a:gd name="T0" fmla="*/ 18 w 81"/>
                                  <a:gd name="T1" fmla="*/ 6 h 155"/>
                                  <a:gd name="T2" fmla="*/ 10 w 81"/>
                                  <a:gd name="T3" fmla="*/ 100 h 155"/>
                                  <a:gd name="T4" fmla="*/ 80 w 81"/>
                                  <a:gd name="T5" fmla="*/ 139 h 155"/>
                                  <a:gd name="T6" fmla="*/ 18 w 81"/>
                                  <a:gd name="T7" fmla="*/ 6 h 1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1" h="155">
                                    <a:moveTo>
                                      <a:pt x="18" y="6"/>
                                    </a:moveTo>
                                    <a:cubicBezTo>
                                      <a:pt x="6" y="0"/>
                                      <a:pt x="0" y="78"/>
                                      <a:pt x="10" y="100"/>
                                    </a:cubicBezTo>
                                    <a:cubicBezTo>
                                      <a:pt x="20" y="122"/>
                                      <a:pt x="79" y="155"/>
                                      <a:pt x="80" y="139"/>
                                    </a:cubicBezTo>
                                    <a:cubicBezTo>
                                      <a:pt x="81" y="123"/>
                                      <a:pt x="39" y="12"/>
                                      <a:pt x="1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7" o:spid="_x0000_s1026" style="position:absolute;margin-left:269.1pt;margin-top:1.55pt;width:4.05pt;height:7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" path="m18,6c6,,,78,10,100v10,22,69,55,70,39c81,123,39,12,18,6xe" fillcolor="black [3213]">
                      <v:path arrowok="t" o:connecttype="custom" o:connectlocs="11430,3810;6350,63500;50800,88265;11430,3810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3418840</wp:posOffset>
                      </wp:positionH>
                      <wp:positionV relativeFrom="paragraph">
                        <wp:posOffset>43180</wp:posOffset>
                      </wp:positionV>
                      <wp:extent cx="145415" cy="170815"/>
                      <wp:effectExtent l="6350" t="6350" r="10160" b="13335"/>
                      <wp:wrapNone/>
                      <wp:docPr id="148" name="Freeform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415" cy="170815"/>
                              </a:xfrm>
                              <a:custGeom>
                                <a:avLst/>
                                <a:gdLst>
                                  <a:gd name="T0" fmla="*/ 0 w 229"/>
                                  <a:gd name="T1" fmla="*/ 0 h 269"/>
                                  <a:gd name="T2" fmla="*/ 47 w 229"/>
                                  <a:gd name="T3" fmla="*/ 39 h 269"/>
                                  <a:gd name="T4" fmla="*/ 79 w 229"/>
                                  <a:gd name="T5" fmla="*/ 79 h 269"/>
                                  <a:gd name="T6" fmla="*/ 166 w 229"/>
                                  <a:gd name="T7" fmla="*/ 166 h 269"/>
                                  <a:gd name="T8" fmla="*/ 229 w 229"/>
                                  <a:gd name="T9" fmla="*/ 269 h 26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29" h="269">
                                    <a:moveTo>
                                      <a:pt x="0" y="0"/>
                                    </a:moveTo>
                                    <a:cubicBezTo>
                                      <a:pt x="18" y="12"/>
                                      <a:pt x="34" y="20"/>
                                      <a:pt x="47" y="39"/>
                                    </a:cubicBezTo>
                                    <a:cubicBezTo>
                                      <a:pt x="78" y="85"/>
                                      <a:pt x="25" y="43"/>
                                      <a:pt x="79" y="79"/>
                                    </a:cubicBezTo>
                                    <a:cubicBezTo>
                                      <a:pt x="90" y="120"/>
                                      <a:pt x="125" y="152"/>
                                      <a:pt x="166" y="166"/>
                                    </a:cubicBezTo>
                                    <a:cubicBezTo>
                                      <a:pt x="182" y="212"/>
                                      <a:pt x="184" y="246"/>
                                      <a:pt x="229" y="26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5" o:spid="_x0000_s1026" style="position:absolute;margin-left:269.2pt;margin-top:3.4pt;width:11.45pt;height:13.4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,2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" path="m,c18,12,34,20,47,39,78,85,25,43,79,79v11,41,46,73,87,87c182,212,184,246,229,269e" filled="f" strokeweight="1pt">
                      <v:path arrowok="t" o:connecttype="custom" o:connectlocs="0,0;29845,24765;50165,50165;105410,105410;145415,170815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3418840</wp:posOffset>
                      </wp:positionH>
                      <wp:positionV relativeFrom="paragraph">
                        <wp:posOffset>163195</wp:posOffset>
                      </wp:positionV>
                      <wp:extent cx="110490" cy="401955"/>
                      <wp:effectExtent l="6350" t="12065" r="16510" b="14605"/>
                      <wp:wrapNone/>
                      <wp:docPr id="147" name="Freeform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0490" cy="401955"/>
                              </a:xfrm>
                              <a:custGeom>
                                <a:avLst/>
                                <a:gdLst>
                                  <a:gd name="T0" fmla="*/ 0 w 174"/>
                                  <a:gd name="T1" fmla="*/ 0 h 633"/>
                                  <a:gd name="T2" fmla="*/ 87 w 174"/>
                                  <a:gd name="T3" fmla="*/ 143 h 633"/>
                                  <a:gd name="T4" fmla="*/ 118 w 174"/>
                                  <a:gd name="T5" fmla="*/ 222 h 633"/>
                                  <a:gd name="T6" fmla="*/ 150 w 174"/>
                                  <a:gd name="T7" fmla="*/ 269 h 633"/>
                                  <a:gd name="T8" fmla="*/ 174 w 174"/>
                                  <a:gd name="T9" fmla="*/ 349 h 633"/>
                                  <a:gd name="T10" fmla="*/ 158 w 174"/>
                                  <a:gd name="T11" fmla="*/ 475 h 633"/>
                                  <a:gd name="T12" fmla="*/ 174 w 174"/>
                                  <a:gd name="T13" fmla="*/ 633 h 6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74" h="633">
                                    <a:moveTo>
                                      <a:pt x="0" y="0"/>
                                    </a:moveTo>
                                    <a:cubicBezTo>
                                      <a:pt x="89" y="23"/>
                                      <a:pt x="19" y="98"/>
                                      <a:pt x="87" y="143"/>
                                    </a:cubicBezTo>
                                    <a:cubicBezTo>
                                      <a:pt x="104" y="169"/>
                                      <a:pt x="103" y="196"/>
                                      <a:pt x="118" y="222"/>
                                    </a:cubicBezTo>
                                    <a:cubicBezTo>
                                      <a:pt x="127" y="239"/>
                                      <a:pt x="150" y="269"/>
                                      <a:pt x="150" y="269"/>
                                    </a:cubicBezTo>
                                    <a:cubicBezTo>
                                      <a:pt x="159" y="296"/>
                                      <a:pt x="165" y="322"/>
                                      <a:pt x="174" y="349"/>
                                    </a:cubicBezTo>
                                    <a:cubicBezTo>
                                      <a:pt x="171" y="391"/>
                                      <a:pt x="158" y="433"/>
                                      <a:pt x="158" y="475"/>
                                    </a:cubicBezTo>
                                    <a:cubicBezTo>
                                      <a:pt x="158" y="533"/>
                                      <a:pt x="174" y="576"/>
                                      <a:pt x="174" y="63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4" o:spid="_x0000_s1026" style="position:absolute;margin-left:269.2pt;margin-top:12.85pt;width:8.7pt;height:31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" path="m,c89,23,19,98,87,143v17,26,16,53,31,79c127,239,150,269,150,269v9,27,15,53,24,80c171,391,158,433,158,475v,58,16,101,16,158e" filled="f" strokeweight="1pt">
                      <v:path arrowok="t" o:connecttype="custom" o:connectlocs="0,0;55245,90805;74930,140970;95250,170815;110490,221615;100330,301625;110490,401955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3229610</wp:posOffset>
                      </wp:positionH>
                      <wp:positionV relativeFrom="paragraph">
                        <wp:posOffset>153670</wp:posOffset>
                      </wp:positionV>
                      <wp:extent cx="199390" cy="1042035"/>
                      <wp:effectExtent l="17145" t="21590" r="21590" b="22225"/>
                      <wp:wrapNone/>
                      <wp:docPr id="146" name="Freeform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9390" cy="1042035"/>
                              </a:xfrm>
                              <a:custGeom>
                                <a:avLst/>
                                <a:gdLst>
                                  <a:gd name="T0" fmla="*/ 314 w 314"/>
                                  <a:gd name="T1" fmla="*/ 0 h 1641"/>
                                  <a:gd name="T2" fmla="*/ 290 w 314"/>
                                  <a:gd name="T3" fmla="*/ 95 h 1641"/>
                                  <a:gd name="T4" fmla="*/ 242 w 314"/>
                                  <a:gd name="T5" fmla="*/ 680 h 1641"/>
                                  <a:gd name="T6" fmla="*/ 234 w 314"/>
                                  <a:gd name="T7" fmla="*/ 775 h 1641"/>
                                  <a:gd name="T8" fmla="*/ 211 w 314"/>
                                  <a:gd name="T9" fmla="*/ 846 h 1641"/>
                                  <a:gd name="T10" fmla="*/ 179 w 314"/>
                                  <a:gd name="T11" fmla="*/ 1012 h 1641"/>
                                  <a:gd name="T12" fmla="*/ 124 w 314"/>
                                  <a:gd name="T13" fmla="*/ 1281 h 1641"/>
                                  <a:gd name="T14" fmla="*/ 84 w 314"/>
                                  <a:gd name="T15" fmla="*/ 1479 h 1641"/>
                                  <a:gd name="T16" fmla="*/ 45 w 314"/>
                                  <a:gd name="T17" fmla="*/ 1590 h 16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314" h="1641">
                                    <a:moveTo>
                                      <a:pt x="314" y="0"/>
                                    </a:moveTo>
                                    <a:cubicBezTo>
                                      <a:pt x="306" y="32"/>
                                      <a:pt x="297" y="62"/>
                                      <a:pt x="290" y="95"/>
                                    </a:cubicBezTo>
                                    <a:cubicBezTo>
                                      <a:pt x="286" y="245"/>
                                      <a:pt x="257" y="520"/>
                                      <a:pt x="242" y="680"/>
                                    </a:cubicBezTo>
                                    <a:cubicBezTo>
                                      <a:pt x="238" y="718"/>
                                      <a:pt x="241" y="738"/>
                                      <a:pt x="234" y="775"/>
                                    </a:cubicBezTo>
                                    <a:cubicBezTo>
                                      <a:pt x="229" y="799"/>
                                      <a:pt x="211" y="846"/>
                                      <a:pt x="211" y="846"/>
                                    </a:cubicBezTo>
                                    <a:cubicBezTo>
                                      <a:pt x="204" y="902"/>
                                      <a:pt x="193" y="957"/>
                                      <a:pt x="179" y="1012"/>
                                    </a:cubicBezTo>
                                    <a:cubicBezTo>
                                      <a:pt x="170" y="1104"/>
                                      <a:pt x="129" y="1185"/>
                                      <a:pt x="124" y="1281"/>
                                    </a:cubicBezTo>
                                    <a:cubicBezTo>
                                      <a:pt x="102" y="1350"/>
                                      <a:pt x="102" y="1426"/>
                                      <a:pt x="84" y="1479"/>
                                    </a:cubicBezTo>
                                    <a:cubicBezTo>
                                      <a:pt x="76" y="1641"/>
                                      <a:pt x="0" y="1545"/>
                                      <a:pt x="45" y="159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3" o:spid="_x0000_s1026" style="position:absolute;margin-left:254.3pt;margin-top:12.1pt;width:15.7pt;height:82.0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4,1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" path="m314,v-8,32,-17,62,-24,95c286,245,257,520,242,680v-4,38,-1,58,-8,95c229,799,211,846,211,846v-7,56,-18,111,-32,166c170,1104,129,1185,124,1281v-22,69,-22,145,-40,198c76,1641,,1545,45,1590e" filled="f" strokeweight="2.25pt">
                      <v:path arrowok="t" o:connecttype="custom" o:connectlocs="199390,0;184150,60325;153670,431800;148590,492125;133985,537210;113665,642620;78740,813435;53340,939165;28575,100965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44450</wp:posOffset>
                      </wp:positionV>
                      <wp:extent cx="207645" cy="1644650"/>
                      <wp:effectExtent l="13970" t="7620" r="6985" b="5080"/>
                      <wp:wrapNone/>
                      <wp:docPr id="145" name="Freeform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7645" cy="1644650"/>
                              </a:xfrm>
                              <a:custGeom>
                                <a:avLst/>
                                <a:gdLst>
                                  <a:gd name="T0" fmla="*/ 315 w 327"/>
                                  <a:gd name="T1" fmla="*/ 116 h 2590"/>
                                  <a:gd name="T2" fmla="*/ 315 w 327"/>
                                  <a:gd name="T3" fmla="*/ 282 h 2590"/>
                                  <a:gd name="T4" fmla="*/ 326 w 327"/>
                                  <a:gd name="T5" fmla="*/ 512 h 2590"/>
                                  <a:gd name="T6" fmla="*/ 315 w 327"/>
                                  <a:gd name="T7" fmla="*/ 718 h 2590"/>
                                  <a:gd name="T8" fmla="*/ 254 w 327"/>
                                  <a:gd name="T9" fmla="*/ 1010 h 2590"/>
                                  <a:gd name="T10" fmla="*/ 230 w 327"/>
                                  <a:gd name="T11" fmla="*/ 1192 h 2590"/>
                                  <a:gd name="T12" fmla="*/ 238 w 327"/>
                                  <a:gd name="T13" fmla="*/ 1271 h 2590"/>
                                  <a:gd name="T14" fmla="*/ 166 w 327"/>
                                  <a:gd name="T15" fmla="*/ 1580 h 2590"/>
                                  <a:gd name="T16" fmla="*/ 139 w 327"/>
                                  <a:gd name="T17" fmla="*/ 1762 h 2590"/>
                                  <a:gd name="T18" fmla="*/ 111 w 327"/>
                                  <a:gd name="T19" fmla="*/ 1928 h 2590"/>
                                  <a:gd name="T20" fmla="*/ 9 w 327"/>
                                  <a:gd name="T21" fmla="*/ 2490 h 2590"/>
                                  <a:gd name="T22" fmla="*/ 166 w 327"/>
                                  <a:gd name="T23" fmla="*/ 1327 h 2590"/>
                                  <a:gd name="T24" fmla="*/ 270 w 327"/>
                                  <a:gd name="T25" fmla="*/ 733 h 2590"/>
                                  <a:gd name="T26" fmla="*/ 270 w 327"/>
                                  <a:gd name="T27" fmla="*/ 100 h 2590"/>
                                  <a:gd name="T28" fmla="*/ 315 w 327"/>
                                  <a:gd name="T29" fmla="*/ 116 h 25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327" h="2590">
                                    <a:moveTo>
                                      <a:pt x="315" y="116"/>
                                    </a:moveTo>
                                    <a:cubicBezTo>
                                      <a:pt x="322" y="146"/>
                                      <a:pt x="313" y="216"/>
                                      <a:pt x="315" y="282"/>
                                    </a:cubicBezTo>
                                    <a:cubicBezTo>
                                      <a:pt x="317" y="348"/>
                                      <a:pt x="326" y="439"/>
                                      <a:pt x="326" y="512"/>
                                    </a:cubicBezTo>
                                    <a:cubicBezTo>
                                      <a:pt x="326" y="585"/>
                                      <a:pt x="327" y="635"/>
                                      <a:pt x="315" y="718"/>
                                    </a:cubicBezTo>
                                    <a:cubicBezTo>
                                      <a:pt x="303" y="801"/>
                                      <a:pt x="268" y="931"/>
                                      <a:pt x="254" y="1010"/>
                                    </a:cubicBezTo>
                                    <a:cubicBezTo>
                                      <a:pt x="240" y="1089"/>
                                      <a:pt x="233" y="1149"/>
                                      <a:pt x="230" y="1192"/>
                                    </a:cubicBezTo>
                                    <a:cubicBezTo>
                                      <a:pt x="227" y="1235"/>
                                      <a:pt x="249" y="1206"/>
                                      <a:pt x="238" y="1271"/>
                                    </a:cubicBezTo>
                                    <a:cubicBezTo>
                                      <a:pt x="227" y="1336"/>
                                      <a:pt x="182" y="1498"/>
                                      <a:pt x="166" y="1580"/>
                                    </a:cubicBezTo>
                                    <a:cubicBezTo>
                                      <a:pt x="150" y="1662"/>
                                      <a:pt x="148" y="1704"/>
                                      <a:pt x="139" y="1762"/>
                                    </a:cubicBezTo>
                                    <a:cubicBezTo>
                                      <a:pt x="130" y="1820"/>
                                      <a:pt x="133" y="1807"/>
                                      <a:pt x="111" y="1928"/>
                                    </a:cubicBezTo>
                                    <a:cubicBezTo>
                                      <a:pt x="89" y="2049"/>
                                      <a:pt x="0" y="2590"/>
                                      <a:pt x="9" y="2490"/>
                                    </a:cubicBezTo>
                                    <a:cubicBezTo>
                                      <a:pt x="18" y="2390"/>
                                      <a:pt x="123" y="1620"/>
                                      <a:pt x="166" y="1327"/>
                                    </a:cubicBezTo>
                                    <a:cubicBezTo>
                                      <a:pt x="209" y="1034"/>
                                      <a:pt x="253" y="937"/>
                                      <a:pt x="270" y="733"/>
                                    </a:cubicBezTo>
                                    <a:cubicBezTo>
                                      <a:pt x="287" y="529"/>
                                      <a:pt x="263" y="200"/>
                                      <a:pt x="270" y="100"/>
                                    </a:cubicBezTo>
                                    <a:cubicBezTo>
                                      <a:pt x="277" y="0"/>
                                      <a:pt x="308" y="86"/>
                                      <a:pt x="315" y="11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0" o:spid="_x0000_s1026" style="position:absolute;margin-left:245.8pt;margin-top:3.5pt;width:16.35pt;height:12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7,25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" path="m315,116v7,30,-2,100,,166c317,348,326,439,326,512v,73,1,123,-11,206c303,801,268,931,254,1010v-14,79,-21,139,-24,182c227,1235,249,1206,238,1271v-11,65,-56,227,-72,309c150,1662,148,1704,139,1762v-9,58,-6,45,-28,166c89,2049,,2590,9,2490,18,2390,123,1620,166,1327,209,1034,253,937,270,733v17,-204,-7,-533,,-633c277,,308,86,315,116xe" fillcolor="black [3213]">
                      <v:path arrowok="t" o:connecttype="custom" o:connectlocs="200025,73660;200025,179070;207010,325120;200025,455930;161290,641350;146050,756920;151130,807085;105410,1003300;88265,1118870;70485,1224280;5715,1581150;105410,842645;171450,465455;171450,63500;200025,73660" o:connectangles="0,0,0,0,0,0,0,0,0,0,0,0,0,0,0"/>
                    </v:shape>
                  </w:pict>
                </mc:Fallback>
              </mc:AlternateContent>
            </w:r>
          </w:p>
          <w:p w:rsidR="008C27FB" w:rsidRPr="00734451" w:rsidRDefault="008C27FB" w:rsidP="00734451"/>
          <w:p w:rsidR="00734451" w:rsidRPr="00734451" w:rsidRDefault="00734451" w:rsidP="00734451"/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3126740</wp:posOffset>
                      </wp:positionH>
                      <wp:positionV relativeFrom="paragraph">
                        <wp:posOffset>230505</wp:posOffset>
                      </wp:positionV>
                      <wp:extent cx="149860" cy="774700"/>
                      <wp:effectExtent l="9525" t="12700" r="12065" b="12700"/>
                      <wp:wrapNone/>
                      <wp:docPr id="144" name="Freeform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9860" cy="774700"/>
                              </a:xfrm>
                              <a:custGeom>
                                <a:avLst/>
                                <a:gdLst>
                                  <a:gd name="T0" fmla="*/ 96 w 236"/>
                                  <a:gd name="T1" fmla="*/ 79 h 1220"/>
                                  <a:gd name="T2" fmla="*/ 222 w 236"/>
                                  <a:gd name="T3" fmla="*/ 111 h 1220"/>
                                  <a:gd name="T4" fmla="*/ 183 w 236"/>
                                  <a:gd name="T5" fmla="*/ 380 h 1220"/>
                                  <a:gd name="T6" fmla="*/ 123 w 236"/>
                                  <a:gd name="T7" fmla="*/ 760 h 1220"/>
                                  <a:gd name="T8" fmla="*/ 127 w 236"/>
                                  <a:gd name="T9" fmla="*/ 1155 h 1220"/>
                                  <a:gd name="T10" fmla="*/ 32 w 236"/>
                                  <a:gd name="T11" fmla="*/ 1148 h 1220"/>
                                  <a:gd name="T12" fmla="*/ 1 w 236"/>
                                  <a:gd name="T13" fmla="*/ 934 h 1220"/>
                                  <a:gd name="T14" fmla="*/ 40 w 236"/>
                                  <a:gd name="T15" fmla="*/ 586 h 1220"/>
                                  <a:gd name="T16" fmla="*/ 96 w 236"/>
                                  <a:gd name="T17" fmla="*/ 79 h 12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36" h="1220">
                                    <a:moveTo>
                                      <a:pt x="96" y="79"/>
                                    </a:moveTo>
                                    <a:cubicBezTo>
                                      <a:pt x="126" y="0"/>
                                      <a:pt x="208" y="61"/>
                                      <a:pt x="222" y="111"/>
                                    </a:cubicBezTo>
                                    <a:cubicBezTo>
                                      <a:pt x="236" y="161"/>
                                      <a:pt x="199" y="272"/>
                                      <a:pt x="183" y="380"/>
                                    </a:cubicBezTo>
                                    <a:cubicBezTo>
                                      <a:pt x="167" y="488"/>
                                      <a:pt x="132" y="631"/>
                                      <a:pt x="123" y="760"/>
                                    </a:cubicBezTo>
                                    <a:cubicBezTo>
                                      <a:pt x="114" y="889"/>
                                      <a:pt x="142" y="1090"/>
                                      <a:pt x="127" y="1155"/>
                                    </a:cubicBezTo>
                                    <a:cubicBezTo>
                                      <a:pt x="112" y="1220"/>
                                      <a:pt x="53" y="1185"/>
                                      <a:pt x="32" y="1148"/>
                                    </a:cubicBezTo>
                                    <a:cubicBezTo>
                                      <a:pt x="11" y="1111"/>
                                      <a:pt x="0" y="1028"/>
                                      <a:pt x="1" y="934"/>
                                    </a:cubicBezTo>
                                    <a:cubicBezTo>
                                      <a:pt x="2" y="840"/>
                                      <a:pt x="24" y="728"/>
                                      <a:pt x="40" y="586"/>
                                    </a:cubicBezTo>
                                    <a:cubicBezTo>
                                      <a:pt x="56" y="444"/>
                                      <a:pt x="66" y="158"/>
                                      <a:pt x="96" y="7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1" o:spid="_x0000_s1026" style="position:absolute;margin-left:246.2pt;margin-top:18.15pt;width:11.8pt;height:6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6,1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" path="m96,79c126,,208,61,222,111v14,50,-23,161,-39,269c167,488,132,631,123,760v-9,129,19,330,4,395c112,1220,53,1185,32,1148,11,1111,,1028,1,934,2,840,24,728,40,586,56,444,66,158,96,79xe" fillcolor="black [3213]">
                      <v:path arrowok="t" o:connecttype="custom" o:connectlocs="60960,50165;140970,70485;116205,241300;78105,482600;80645,733425;20320,728980;635,593090;25400,372110;60960,50165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271145</wp:posOffset>
                      </wp:positionV>
                      <wp:extent cx="110490" cy="236220"/>
                      <wp:effectExtent l="16510" t="15240" r="15875" b="15240"/>
                      <wp:wrapNone/>
                      <wp:docPr id="143" name="Freeform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0490" cy="236220"/>
                              </a:xfrm>
                              <a:custGeom>
                                <a:avLst/>
                                <a:gdLst>
                                  <a:gd name="T0" fmla="*/ 0 w 174"/>
                                  <a:gd name="T1" fmla="*/ 16 h 372"/>
                                  <a:gd name="T2" fmla="*/ 127 w 174"/>
                                  <a:gd name="T3" fmla="*/ 39 h 372"/>
                                  <a:gd name="T4" fmla="*/ 95 w 174"/>
                                  <a:gd name="T5" fmla="*/ 190 h 372"/>
                                  <a:gd name="T6" fmla="*/ 103 w 174"/>
                                  <a:gd name="T7" fmla="*/ 237 h 372"/>
                                  <a:gd name="T8" fmla="*/ 151 w 174"/>
                                  <a:gd name="T9" fmla="*/ 253 h 372"/>
                                  <a:gd name="T10" fmla="*/ 174 w 174"/>
                                  <a:gd name="T11" fmla="*/ 372 h 3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74" h="372">
                                    <a:moveTo>
                                      <a:pt x="0" y="16"/>
                                    </a:moveTo>
                                    <a:cubicBezTo>
                                      <a:pt x="48" y="0"/>
                                      <a:pt x="90" y="4"/>
                                      <a:pt x="127" y="39"/>
                                    </a:cubicBezTo>
                                    <a:cubicBezTo>
                                      <a:pt x="121" y="113"/>
                                      <a:pt x="130" y="138"/>
                                      <a:pt x="95" y="190"/>
                                    </a:cubicBezTo>
                                    <a:cubicBezTo>
                                      <a:pt x="98" y="206"/>
                                      <a:pt x="92" y="225"/>
                                      <a:pt x="103" y="237"/>
                                    </a:cubicBezTo>
                                    <a:cubicBezTo>
                                      <a:pt x="114" y="250"/>
                                      <a:pt x="151" y="253"/>
                                      <a:pt x="151" y="253"/>
                                    </a:cubicBezTo>
                                    <a:cubicBezTo>
                                      <a:pt x="158" y="370"/>
                                      <a:pt x="125" y="347"/>
                                      <a:pt x="174" y="372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2" o:spid="_x0000_s1026" style="position:absolute;margin-left:258pt;margin-top:21.35pt;width:8.7pt;height:18.6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" path="m,16c48,,90,4,127,39v-6,74,3,99,-32,151c98,206,92,225,103,237v11,13,48,16,48,16c158,370,125,347,174,372e" filled="f" strokecolor="red" strokeweight="2.25pt">
                      <v:path arrowok="t" o:connecttype="custom" o:connectlocs="0,10160;80645,24765;60325,120650;65405,150495;95885,160655;110490,236220" o:connectangles="0,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2971800</wp:posOffset>
                      </wp:positionH>
                      <wp:positionV relativeFrom="paragraph">
                        <wp:posOffset>60325</wp:posOffset>
                      </wp:positionV>
                      <wp:extent cx="171450" cy="2172970"/>
                      <wp:effectExtent l="16510" t="13335" r="12065" b="13970"/>
                      <wp:wrapNone/>
                      <wp:docPr id="142" name="Freeform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1450" cy="2172970"/>
                              </a:xfrm>
                              <a:custGeom>
                                <a:avLst/>
                                <a:gdLst>
                                  <a:gd name="T0" fmla="*/ 171450 w 270"/>
                                  <a:gd name="T1" fmla="*/ 0 h 3422"/>
                                  <a:gd name="T2" fmla="*/ 146050 w 270"/>
                                  <a:gd name="T3" fmla="*/ 666750 h 3422"/>
                                  <a:gd name="T4" fmla="*/ 127000 w 270"/>
                                  <a:gd name="T5" fmla="*/ 838200 h 3422"/>
                                  <a:gd name="T6" fmla="*/ 107950 w 270"/>
                                  <a:gd name="T7" fmla="*/ 952500 h 3422"/>
                                  <a:gd name="T8" fmla="*/ 114300 w 270"/>
                                  <a:gd name="T9" fmla="*/ 1377950 h 3422"/>
                                  <a:gd name="T10" fmla="*/ 127000 w 270"/>
                                  <a:gd name="T11" fmla="*/ 1473200 h 3422"/>
                                  <a:gd name="T12" fmla="*/ 120650 w 270"/>
                                  <a:gd name="T13" fmla="*/ 1746250 h 3422"/>
                                  <a:gd name="T14" fmla="*/ 101600 w 270"/>
                                  <a:gd name="T15" fmla="*/ 1803400 h 3422"/>
                                  <a:gd name="T16" fmla="*/ 88900 w 270"/>
                                  <a:gd name="T17" fmla="*/ 1841500 h 3422"/>
                                  <a:gd name="T18" fmla="*/ 50800 w 270"/>
                                  <a:gd name="T19" fmla="*/ 1962150 h 3422"/>
                                  <a:gd name="T20" fmla="*/ 12700 w 270"/>
                                  <a:gd name="T21" fmla="*/ 2044700 h 3422"/>
                                  <a:gd name="T22" fmla="*/ 0 w 270"/>
                                  <a:gd name="T23" fmla="*/ 2082800 h 3422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70" h="3422">
                                    <a:moveTo>
                                      <a:pt x="270" y="0"/>
                                    </a:moveTo>
                                    <a:cubicBezTo>
                                      <a:pt x="266" y="151"/>
                                      <a:pt x="257" y="674"/>
                                      <a:pt x="245" y="904"/>
                                    </a:cubicBezTo>
                                    <a:cubicBezTo>
                                      <a:pt x="233" y="1134"/>
                                      <a:pt x="212" y="1267"/>
                                      <a:pt x="200" y="1377"/>
                                    </a:cubicBezTo>
                                    <a:cubicBezTo>
                                      <a:pt x="188" y="1487"/>
                                      <a:pt x="185" y="1502"/>
                                      <a:pt x="170" y="1565"/>
                                    </a:cubicBezTo>
                                    <a:cubicBezTo>
                                      <a:pt x="173" y="1798"/>
                                      <a:pt x="172" y="2031"/>
                                      <a:pt x="180" y="2264"/>
                                    </a:cubicBezTo>
                                    <a:cubicBezTo>
                                      <a:pt x="182" y="2316"/>
                                      <a:pt x="199" y="2368"/>
                                      <a:pt x="200" y="2420"/>
                                    </a:cubicBezTo>
                                    <a:cubicBezTo>
                                      <a:pt x="202" y="2570"/>
                                      <a:pt x="199" y="2720"/>
                                      <a:pt x="190" y="2869"/>
                                    </a:cubicBezTo>
                                    <a:cubicBezTo>
                                      <a:pt x="188" y="2902"/>
                                      <a:pt x="170" y="2932"/>
                                      <a:pt x="160" y="2963"/>
                                    </a:cubicBezTo>
                                    <a:cubicBezTo>
                                      <a:pt x="153" y="2984"/>
                                      <a:pt x="140" y="3026"/>
                                      <a:pt x="140" y="3026"/>
                                    </a:cubicBezTo>
                                    <a:cubicBezTo>
                                      <a:pt x="133" y="3095"/>
                                      <a:pt x="140" y="3182"/>
                                      <a:pt x="80" y="3224"/>
                                    </a:cubicBezTo>
                                    <a:cubicBezTo>
                                      <a:pt x="68" y="3275"/>
                                      <a:pt x="40" y="3312"/>
                                      <a:pt x="20" y="3359"/>
                                    </a:cubicBezTo>
                                    <a:cubicBezTo>
                                      <a:pt x="11" y="3379"/>
                                      <a:pt x="0" y="3422"/>
                                      <a:pt x="0" y="3422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1" o:spid="_x0000_s1026" style="position:absolute;margin-left:234pt;margin-top:4.75pt;width:13.5pt;height:171.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0,34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" path="m270,v-4,151,-13,674,-25,904c233,1134,212,1267,200,1377v-12,110,-15,125,-30,188c173,1798,172,2031,180,2264v2,52,19,104,20,156c202,2570,199,2720,190,2869v-2,33,-20,63,-30,94c153,2984,140,3026,140,3026v-7,69,,156,-60,198c68,3275,40,3312,20,3359,11,3379,,3422,,3422e" filled="f" strokeweight="1.5pt">
                      <v:path arrowok="t" o:connecttype="custom" o:connectlocs="108870750,0;92741750,423386250;80645000,532257000;68548250,604837500;72580500,874998250;80645000,935482000;76612750,1108868750;64516000,1145159000;56451500,1169352500;32258000,1245965250;8064500,1298384500;0,1322578000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3209925</wp:posOffset>
                      </wp:positionH>
                      <wp:positionV relativeFrom="paragraph">
                        <wp:posOffset>44450</wp:posOffset>
                      </wp:positionV>
                      <wp:extent cx="314325" cy="1503680"/>
                      <wp:effectExtent l="6985" t="6985" r="21590" b="13335"/>
                      <wp:wrapNone/>
                      <wp:docPr id="140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4325" cy="1503680"/>
                              </a:xfrm>
                              <a:custGeom>
                                <a:avLst/>
                                <a:gdLst>
                                  <a:gd name="T0" fmla="*/ 9525 w 495"/>
                                  <a:gd name="T1" fmla="*/ 0 h 2270"/>
                                  <a:gd name="T2" fmla="*/ 3175 w 495"/>
                                  <a:gd name="T3" fmla="*/ 260350 h 2270"/>
                                  <a:gd name="T4" fmla="*/ 9525 w 495"/>
                                  <a:gd name="T5" fmla="*/ 349250 h 2270"/>
                                  <a:gd name="T6" fmla="*/ 34925 w 495"/>
                                  <a:gd name="T7" fmla="*/ 355600 h 2270"/>
                                  <a:gd name="T8" fmla="*/ 117475 w 495"/>
                                  <a:gd name="T9" fmla="*/ 419100 h 2270"/>
                                  <a:gd name="T10" fmla="*/ 161925 w 495"/>
                                  <a:gd name="T11" fmla="*/ 476250 h 2270"/>
                                  <a:gd name="T12" fmla="*/ 174625 w 495"/>
                                  <a:gd name="T13" fmla="*/ 495300 h 2270"/>
                                  <a:gd name="T14" fmla="*/ 212725 w 495"/>
                                  <a:gd name="T15" fmla="*/ 514350 h 2270"/>
                                  <a:gd name="T16" fmla="*/ 269875 w 495"/>
                                  <a:gd name="T17" fmla="*/ 609600 h 2270"/>
                                  <a:gd name="T18" fmla="*/ 295275 w 495"/>
                                  <a:gd name="T19" fmla="*/ 698500 h 2270"/>
                                  <a:gd name="T20" fmla="*/ 314325 w 495"/>
                                  <a:gd name="T21" fmla="*/ 857250 h 2270"/>
                                  <a:gd name="T22" fmla="*/ 307975 w 495"/>
                                  <a:gd name="T23" fmla="*/ 1003300 h 2270"/>
                                  <a:gd name="T24" fmla="*/ 288925 w 495"/>
                                  <a:gd name="T25" fmla="*/ 1073150 h 2270"/>
                                  <a:gd name="T26" fmla="*/ 263525 w 495"/>
                                  <a:gd name="T27" fmla="*/ 1244600 h 2270"/>
                                  <a:gd name="T28" fmla="*/ 250825 w 495"/>
                                  <a:gd name="T29" fmla="*/ 1282700 h 2270"/>
                                  <a:gd name="T30" fmla="*/ 225425 w 495"/>
                                  <a:gd name="T31" fmla="*/ 1377950 h 2270"/>
                                  <a:gd name="T32" fmla="*/ 200025 w 495"/>
                                  <a:gd name="T33" fmla="*/ 1416050 h 2270"/>
                                  <a:gd name="T34" fmla="*/ 187325 w 495"/>
                                  <a:gd name="T35" fmla="*/ 1441450 h 2270"/>
                                  <a:gd name="T36" fmla="*/ 0 60000 65536"/>
                                  <a:gd name="T37" fmla="*/ 0 60000 65536"/>
                                  <a:gd name="T38" fmla="*/ 0 60000 65536"/>
                                  <a:gd name="T39" fmla="*/ 0 60000 65536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</a:gdLst>
                                <a:ahLst/>
                                <a:cxnLst>
                                  <a:cxn ang="T36">
                                    <a:pos x="T0" y="T1"/>
                                  </a:cxn>
                                  <a:cxn ang="T37">
                                    <a:pos x="T2" y="T3"/>
                                  </a:cxn>
                                  <a:cxn ang="T38">
                                    <a:pos x="T4" y="T5"/>
                                  </a:cxn>
                                  <a:cxn ang="T39">
                                    <a:pos x="T6" y="T7"/>
                                  </a:cxn>
                                  <a:cxn ang="T40">
                                    <a:pos x="T8" y="T9"/>
                                  </a:cxn>
                                  <a:cxn ang="T41">
                                    <a:pos x="T10" y="T11"/>
                                  </a:cxn>
                                  <a:cxn ang="T42">
                                    <a:pos x="T12" y="T13"/>
                                  </a:cxn>
                                  <a:cxn ang="T43">
                                    <a:pos x="T14" y="T15"/>
                                  </a:cxn>
                                  <a:cxn ang="T44">
                                    <a:pos x="T16" y="T17"/>
                                  </a:cxn>
                                  <a:cxn ang="T45">
                                    <a:pos x="T18" y="T19"/>
                                  </a:cxn>
                                  <a:cxn ang="T46">
                                    <a:pos x="T20" y="T21"/>
                                  </a:cxn>
                                  <a:cxn ang="T47">
                                    <a:pos x="T22" y="T23"/>
                                  </a:cxn>
                                  <a:cxn ang="T48">
                                    <a:pos x="T24" y="T25"/>
                                  </a:cxn>
                                  <a:cxn ang="T49">
                                    <a:pos x="T26" y="T27"/>
                                  </a:cxn>
                                  <a:cxn ang="T50">
                                    <a:pos x="T28" y="T29"/>
                                  </a:cxn>
                                  <a:cxn ang="T51">
                                    <a:pos x="T30" y="T31"/>
                                  </a:cxn>
                                  <a:cxn ang="T52">
                                    <a:pos x="T32" y="T33"/>
                                  </a:cxn>
                                  <a:cxn ang="T53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95" h="2270">
                                    <a:moveTo>
                                      <a:pt x="15" y="0"/>
                                    </a:moveTo>
                                    <a:cubicBezTo>
                                      <a:pt x="12" y="137"/>
                                      <a:pt x="5" y="273"/>
                                      <a:pt x="5" y="410"/>
                                    </a:cubicBezTo>
                                    <a:cubicBezTo>
                                      <a:pt x="5" y="457"/>
                                      <a:pt x="0" y="506"/>
                                      <a:pt x="15" y="550"/>
                                    </a:cubicBezTo>
                                    <a:cubicBezTo>
                                      <a:pt x="19" y="563"/>
                                      <a:pt x="42" y="555"/>
                                      <a:pt x="55" y="560"/>
                                    </a:cubicBezTo>
                                    <a:cubicBezTo>
                                      <a:pt x="103" y="578"/>
                                      <a:pt x="149" y="624"/>
                                      <a:pt x="185" y="660"/>
                                    </a:cubicBezTo>
                                    <a:cubicBezTo>
                                      <a:pt x="212" y="742"/>
                                      <a:pt x="165" y="615"/>
                                      <a:pt x="255" y="750"/>
                                    </a:cubicBezTo>
                                    <a:cubicBezTo>
                                      <a:pt x="262" y="760"/>
                                      <a:pt x="266" y="772"/>
                                      <a:pt x="275" y="780"/>
                                    </a:cubicBezTo>
                                    <a:cubicBezTo>
                                      <a:pt x="292" y="794"/>
                                      <a:pt x="316" y="798"/>
                                      <a:pt x="335" y="810"/>
                                    </a:cubicBezTo>
                                    <a:cubicBezTo>
                                      <a:pt x="354" y="866"/>
                                      <a:pt x="406" y="903"/>
                                      <a:pt x="425" y="960"/>
                                    </a:cubicBezTo>
                                    <a:cubicBezTo>
                                      <a:pt x="440" y="1006"/>
                                      <a:pt x="450" y="1054"/>
                                      <a:pt x="465" y="1100"/>
                                    </a:cubicBezTo>
                                    <a:cubicBezTo>
                                      <a:pt x="476" y="1186"/>
                                      <a:pt x="488" y="1262"/>
                                      <a:pt x="495" y="1350"/>
                                    </a:cubicBezTo>
                                    <a:cubicBezTo>
                                      <a:pt x="492" y="1427"/>
                                      <a:pt x="490" y="1503"/>
                                      <a:pt x="485" y="1580"/>
                                    </a:cubicBezTo>
                                    <a:cubicBezTo>
                                      <a:pt x="480" y="1644"/>
                                      <a:pt x="468" y="1623"/>
                                      <a:pt x="455" y="1690"/>
                                    </a:cubicBezTo>
                                    <a:cubicBezTo>
                                      <a:pt x="437" y="1780"/>
                                      <a:pt x="432" y="1871"/>
                                      <a:pt x="415" y="1960"/>
                                    </a:cubicBezTo>
                                    <a:cubicBezTo>
                                      <a:pt x="411" y="1981"/>
                                      <a:pt x="398" y="1999"/>
                                      <a:pt x="395" y="2020"/>
                                    </a:cubicBezTo>
                                    <a:cubicBezTo>
                                      <a:pt x="387" y="2065"/>
                                      <a:pt x="381" y="2130"/>
                                      <a:pt x="355" y="2170"/>
                                    </a:cubicBezTo>
                                    <a:cubicBezTo>
                                      <a:pt x="342" y="2190"/>
                                      <a:pt x="323" y="2207"/>
                                      <a:pt x="315" y="2230"/>
                                    </a:cubicBezTo>
                                    <a:cubicBezTo>
                                      <a:pt x="304" y="2264"/>
                                      <a:pt x="312" y="2253"/>
                                      <a:pt x="295" y="227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4" o:spid="_x0000_s1026" style="position:absolute;margin-left:252.75pt;margin-top:3.5pt;width:24.75pt;height:11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95,2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" path="m15,c12,137,5,273,5,410v,47,-5,96,10,140c19,563,42,555,55,560v48,18,94,64,130,100c212,742,165,615,255,750v7,10,11,22,20,30c292,794,316,798,335,810v19,56,71,93,90,150c440,1006,450,1054,465,1100v11,86,23,162,30,250c492,1427,490,1503,485,1580v-5,64,-17,43,-30,110c437,1780,432,1871,415,1960v-4,21,-17,39,-20,60c387,2065,381,2130,355,2170v-13,20,-32,37,-40,60c304,2264,312,2253,295,2270e" filled="f" strokeweight="1pt">
                      <v:path arrowok="t" o:connecttype="custom" o:connectlocs="6048375,0;2016125,172459510;6048375,231348123;22177375,235554453;74596625,277617748;102822375,315474714;110886875,328093702;135080375,340712691;171370625,403807633;187499625,462696247;199596375,567854485;195564125,664600063;183467375,710869688;167338375,824440585;159273875,849678562;143144875,912773505;127015875,938011482;118951375,954836800" o:connectangles="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3187700</wp:posOffset>
                      </wp:positionH>
                      <wp:positionV relativeFrom="paragraph">
                        <wp:posOffset>455930</wp:posOffset>
                      </wp:positionV>
                      <wp:extent cx="165100" cy="1272540"/>
                      <wp:effectExtent l="13970" t="6350" r="20955" b="6985"/>
                      <wp:wrapNone/>
                      <wp:docPr id="139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100" cy="1272540"/>
                              </a:xfrm>
                              <a:custGeom>
                                <a:avLst/>
                                <a:gdLst>
                                  <a:gd name="T0" fmla="*/ 19050 w 260"/>
                                  <a:gd name="T1" fmla="*/ 0 h 1920"/>
                                  <a:gd name="T2" fmla="*/ 38100 w 260"/>
                                  <a:gd name="T3" fmla="*/ 139700 h 1920"/>
                                  <a:gd name="T4" fmla="*/ 76200 w 260"/>
                                  <a:gd name="T5" fmla="*/ 228600 h 1920"/>
                                  <a:gd name="T6" fmla="*/ 139700 w 260"/>
                                  <a:gd name="T7" fmla="*/ 342900 h 1920"/>
                                  <a:gd name="T8" fmla="*/ 152400 w 260"/>
                                  <a:gd name="T9" fmla="*/ 387350 h 1920"/>
                                  <a:gd name="T10" fmla="*/ 165100 w 260"/>
                                  <a:gd name="T11" fmla="*/ 450850 h 1920"/>
                                  <a:gd name="T12" fmla="*/ 158750 w 260"/>
                                  <a:gd name="T13" fmla="*/ 571500 h 1920"/>
                                  <a:gd name="T14" fmla="*/ 152400 w 260"/>
                                  <a:gd name="T15" fmla="*/ 660400 h 1920"/>
                                  <a:gd name="T16" fmla="*/ 95250 w 260"/>
                                  <a:gd name="T17" fmla="*/ 1009650 h 1920"/>
                                  <a:gd name="T18" fmla="*/ 95250 w 260"/>
                                  <a:gd name="T19" fmla="*/ 1054100 h 1920"/>
                                  <a:gd name="T20" fmla="*/ 76200 w 260"/>
                                  <a:gd name="T21" fmla="*/ 1181100 h 1920"/>
                                  <a:gd name="T22" fmla="*/ 69850 w 260"/>
                                  <a:gd name="T23" fmla="*/ 1219200 h 1920"/>
                                  <a:gd name="T24" fmla="*/ 0 60000 65536"/>
                                  <a:gd name="T25" fmla="*/ 0 60000 65536"/>
                                  <a:gd name="T26" fmla="*/ 0 60000 65536"/>
                                  <a:gd name="T27" fmla="*/ 0 60000 65536"/>
                                  <a:gd name="T28" fmla="*/ 0 60000 65536"/>
                                  <a:gd name="T29" fmla="*/ 0 60000 65536"/>
                                  <a:gd name="T30" fmla="*/ 0 60000 65536"/>
                                  <a:gd name="T31" fmla="*/ 0 60000 65536"/>
                                  <a:gd name="T32" fmla="*/ 0 60000 65536"/>
                                  <a:gd name="T33" fmla="*/ 0 60000 65536"/>
                                  <a:gd name="T34" fmla="*/ 0 60000 65536"/>
                                  <a:gd name="T35" fmla="*/ 0 60000 65536"/>
                                </a:gdLst>
                                <a:ahLst/>
                                <a:cxnLst>
                                  <a:cxn ang="T24">
                                    <a:pos x="T0" y="T1"/>
                                  </a:cxn>
                                  <a:cxn ang="T25">
                                    <a:pos x="T2" y="T3"/>
                                  </a:cxn>
                                  <a:cxn ang="T26">
                                    <a:pos x="T4" y="T5"/>
                                  </a:cxn>
                                  <a:cxn ang="T27">
                                    <a:pos x="T6" y="T7"/>
                                  </a:cxn>
                                  <a:cxn ang="T28">
                                    <a:pos x="T8" y="T9"/>
                                  </a:cxn>
                                  <a:cxn ang="T29">
                                    <a:pos x="T10" y="T11"/>
                                  </a:cxn>
                                  <a:cxn ang="T30">
                                    <a:pos x="T12" y="T13"/>
                                  </a:cxn>
                                  <a:cxn ang="T31">
                                    <a:pos x="T14" y="T15"/>
                                  </a:cxn>
                                  <a:cxn ang="T32">
                                    <a:pos x="T16" y="T17"/>
                                  </a:cxn>
                                  <a:cxn ang="T33">
                                    <a:pos x="T18" y="T19"/>
                                  </a:cxn>
                                  <a:cxn ang="T34">
                                    <a:pos x="T20" y="T21"/>
                                  </a:cxn>
                                  <a:cxn ang="T35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60" h="1920">
                                    <a:moveTo>
                                      <a:pt x="30" y="0"/>
                                    </a:moveTo>
                                    <a:cubicBezTo>
                                      <a:pt x="14" y="78"/>
                                      <a:pt x="0" y="160"/>
                                      <a:pt x="60" y="220"/>
                                    </a:cubicBezTo>
                                    <a:cubicBezTo>
                                      <a:pt x="73" y="272"/>
                                      <a:pt x="90" y="315"/>
                                      <a:pt x="120" y="360"/>
                                    </a:cubicBezTo>
                                    <a:cubicBezTo>
                                      <a:pt x="138" y="433"/>
                                      <a:pt x="155" y="497"/>
                                      <a:pt x="220" y="540"/>
                                    </a:cubicBezTo>
                                    <a:cubicBezTo>
                                      <a:pt x="226" y="564"/>
                                      <a:pt x="235" y="586"/>
                                      <a:pt x="240" y="610"/>
                                    </a:cubicBezTo>
                                    <a:cubicBezTo>
                                      <a:pt x="248" y="643"/>
                                      <a:pt x="260" y="710"/>
                                      <a:pt x="260" y="710"/>
                                    </a:cubicBezTo>
                                    <a:cubicBezTo>
                                      <a:pt x="257" y="773"/>
                                      <a:pt x="258" y="837"/>
                                      <a:pt x="250" y="900"/>
                                    </a:cubicBezTo>
                                    <a:cubicBezTo>
                                      <a:pt x="244" y="951"/>
                                      <a:pt x="249" y="989"/>
                                      <a:pt x="240" y="1040"/>
                                    </a:cubicBezTo>
                                    <a:cubicBezTo>
                                      <a:pt x="223" y="1155"/>
                                      <a:pt x="165" y="1487"/>
                                      <a:pt x="150" y="1590"/>
                                    </a:cubicBezTo>
                                    <a:cubicBezTo>
                                      <a:pt x="148" y="1611"/>
                                      <a:pt x="150" y="1660"/>
                                      <a:pt x="150" y="1660"/>
                                    </a:cubicBezTo>
                                    <a:cubicBezTo>
                                      <a:pt x="145" y="1710"/>
                                      <a:pt x="127" y="1817"/>
                                      <a:pt x="120" y="1860"/>
                                    </a:cubicBezTo>
                                    <a:cubicBezTo>
                                      <a:pt x="113" y="1903"/>
                                      <a:pt x="112" y="1908"/>
                                      <a:pt x="110" y="192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7" o:spid="_x0000_s1026" style="position:absolute;margin-left:251pt;margin-top:35.9pt;width:13pt;height:10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,1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" path="m30,c14,78,,160,60,220v13,52,30,95,60,140c138,433,155,497,220,540v6,24,15,46,20,70c248,643,260,710,260,710v-3,63,-2,127,-10,190c244,951,249,989,240,1040v-17,115,-75,447,-90,550c148,1611,150,1660,150,1660v-5,50,-23,157,-30,200c113,1903,112,1908,110,1920e" filled="f" strokeweight="1pt">
                      <v:path arrowok="t" o:connecttype="custom" o:connectlocs="12096750,0;24193500,92590541;48387000,151511794;88709500,227267691;96774000,256728317;104838500,298814927;100806250,378779484;96774000,437700738;60483750,669177089;60483750,698637716;48387000,782810934;44354750,808062900" o:connectangles="0,0,0,0,0,0,0,0,0,0,0,0"/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4331335</wp:posOffset>
                      </wp:positionH>
                      <wp:positionV relativeFrom="paragraph">
                        <wp:posOffset>66675</wp:posOffset>
                      </wp:positionV>
                      <wp:extent cx="1880235" cy="493395"/>
                      <wp:effectExtent l="5080" t="6350" r="10160" b="5715"/>
                      <wp:wrapNone/>
                      <wp:docPr id="138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0235" cy="493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3570" w:rsidRPr="00BA5CD8" w:rsidRDefault="007E357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TPT: Monphasic waveforms detected in certain segments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28" type="#_x0000_t202" style="position:absolute;margin-left:341.05pt;margin-top:5.25pt;width:148.05pt;height:38.8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">
                      <v:textbox>
                        <w:txbxContent>
                          <w:p w:rsidR="007E3570" w:rsidRPr="00BA5CD8" w:rsidRDefault="007E3570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TPT: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Monphasic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waveforms detected in certain segments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3205480</wp:posOffset>
                      </wp:positionH>
                      <wp:positionV relativeFrom="paragraph">
                        <wp:posOffset>108585</wp:posOffset>
                      </wp:positionV>
                      <wp:extent cx="323850" cy="2078990"/>
                      <wp:effectExtent l="12065" t="13970" r="6985" b="12065"/>
                      <wp:wrapNone/>
                      <wp:docPr id="137" name="Freeform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3850" cy="2078990"/>
                              </a:xfrm>
                              <a:custGeom>
                                <a:avLst/>
                                <a:gdLst>
                                  <a:gd name="T0" fmla="*/ 51 w 510"/>
                                  <a:gd name="T1" fmla="*/ 22 h 3274"/>
                                  <a:gd name="T2" fmla="*/ 35 w 510"/>
                                  <a:gd name="T3" fmla="*/ 141 h 3274"/>
                                  <a:gd name="T4" fmla="*/ 240 w 510"/>
                                  <a:gd name="T5" fmla="*/ 299 h 3274"/>
                                  <a:gd name="T6" fmla="*/ 344 w 510"/>
                                  <a:gd name="T7" fmla="*/ 480 h 3274"/>
                                  <a:gd name="T8" fmla="*/ 423 w 510"/>
                                  <a:gd name="T9" fmla="*/ 861 h 3274"/>
                                  <a:gd name="T10" fmla="*/ 294 w 510"/>
                                  <a:gd name="T11" fmla="*/ 1620 h 3274"/>
                                  <a:gd name="T12" fmla="*/ 183 w 510"/>
                                  <a:gd name="T13" fmla="*/ 2101 h 3274"/>
                                  <a:gd name="T14" fmla="*/ 67 w 510"/>
                                  <a:gd name="T15" fmla="*/ 2989 h 3274"/>
                                  <a:gd name="T16" fmla="*/ 91 w 510"/>
                                  <a:gd name="T17" fmla="*/ 3242 h 3274"/>
                                  <a:gd name="T18" fmla="*/ 146 w 510"/>
                                  <a:gd name="T19" fmla="*/ 3179 h 3274"/>
                                  <a:gd name="T20" fmla="*/ 130 w 510"/>
                                  <a:gd name="T21" fmla="*/ 2823 h 3274"/>
                                  <a:gd name="T22" fmla="*/ 225 w 510"/>
                                  <a:gd name="T23" fmla="*/ 2222 h 3274"/>
                                  <a:gd name="T24" fmla="*/ 391 w 510"/>
                                  <a:gd name="T25" fmla="*/ 1676 h 3274"/>
                                  <a:gd name="T26" fmla="*/ 502 w 510"/>
                                  <a:gd name="T27" fmla="*/ 845 h 3274"/>
                                  <a:gd name="T28" fmla="*/ 342 w 510"/>
                                  <a:gd name="T29" fmla="*/ 275 h 3274"/>
                                  <a:gd name="T30" fmla="*/ 51 w 510"/>
                                  <a:gd name="T31" fmla="*/ 22 h 32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510" h="3274">
                                    <a:moveTo>
                                      <a:pt x="51" y="22"/>
                                    </a:moveTo>
                                    <a:cubicBezTo>
                                      <a:pt x="0" y="0"/>
                                      <a:pt x="3" y="95"/>
                                      <a:pt x="35" y="141"/>
                                    </a:cubicBezTo>
                                    <a:cubicBezTo>
                                      <a:pt x="67" y="187"/>
                                      <a:pt x="189" y="243"/>
                                      <a:pt x="240" y="299"/>
                                    </a:cubicBezTo>
                                    <a:cubicBezTo>
                                      <a:pt x="291" y="355"/>
                                      <a:pt x="313" y="386"/>
                                      <a:pt x="344" y="480"/>
                                    </a:cubicBezTo>
                                    <a:cubicBezTo>
                                      <a:pt x="375" y="574"/>
                                      <a:pt x="431" y="671"/>
                                      <a:pt x="423" y="861"/>
                                    </a:cubicBezTo>
                                    <a:cubicBezTo>
                                      <a:pt x="415" y="1051"/>
                                      <a:pt x="334" y="1413"/>
                                      <a:pt x="294" y="1620"/>
                                    </a:cubicBezTo>
                                    <a:cubicBezTo>
                                      <a:pt x="254" y="1827"/>
                                      <a:pt x="221" y="1873"/>
                                      <a:pt x="183" y="2101"/>
                                    </a:cubicBezTo>
                                    <a:cubicBezTo>
                                      <a:pt x="145" y="2329"/>
                                      <a:pt x="82" y="2799"/>
                                      <a:pt x="67" y="2989"/>
                                    </a:cubicBezTo>
                                    <a:cubicBezTo>
                                      <a:pt x="52" y="3179"/>
                                      <a:pt x="78" y="3210"/>
                                      <a:pt x="91" y="3242"/>
                                    </a:cubicBezTo>
                                    <a:cubicBezTo>
                                      <a:pt x="104" y="3274"/>
                                      <a:pt x="139" y="3249"/>
                                      <a:pt x="146" y="3179"/>
                                    </a:cubicBezTo>
                                    <a:cubicBezTo>
                                      <a:pt x="153" y="3109"/>
                                      <a:pt x="117" y="2982"/>
                                      <a:pt x="130" y="2823"/>
                                    </a:cubicBezTo>
                                    <a:cubicBezTo>
                                      <a:pt x="143" y="2664"/>
                                      <a:pt x="181" y="2413"/>
                                      <a:pt x="225" y="2222"/>
                                    </a:cubicBezTo>
                                    <a:cubicBezTo>
                                      <a:pt x="269" y="2031"/>
                                      <a:pt x="345" y="1906"/>
                                      <a:pt x="391" y="1676"/>
                                    </a:cubicBezTo>
                                    <a:cubicBezTo>
                                      <a:pt x="437" y="1446"/>
                                      <a:pt x="510" y="1078"/>
                                      <a:pt x="502" y="845"/>
                                    </a:cubicBezTo>
                                    <a:cubicBezTo>
                                      <a:pt x="494" y="612"/>
                                      <a:pt x="417" y="412"/>
                                      <a:pt x="342" y="275"/>
                                    </a:cubicBezTo>
                                    <a:cubicBezTo>
                                      <a:pt x="267" y="138"/>
                                      <a:pt x="100" y="45"/>
                                      <a:pt x="51" y="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4" o:spid="_x0000_s1026" style="position:absolute;margin-left:252.4pt;margin-top:8.55pt;width:25.5pt;height:163.7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0,3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" path="m51,22c,,3,95,35,141v32,46,154,102,205,158c291,355,313,386,344,480v31,94,87,191,79,381c415,1051,334,1413,294,1620v-40,207,-73,253,-111,481c145,2329,82,2799,67,2989v-15,190,11,221,24,253c104,3274,139,3249,146,3179v7,-70,-29,-197,-16,-356c143,2664,181,2413,225,2222v44,-191,120,-316,166,-546c437,1446,510,1078,502,845,494,612,417,412,342,275,267,138,100,45,51,22xe" fillcolor="black [3213]">
                      <v:path arrowok="t" o:connecttype="custom" o:connectlocs="32385,13970;22225,89535;152400,189865;218440,304800;268605,546735;186690,1028700;116205,1334135;42545,1898015;57785,2058670;92710,2018665;82550,1792605;142875,1410970;248285,1064260;318770,536575;217170,174625;32385,1397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3067685</wp:posOffset>
                      </wp:positionH>
                      <wp:positionV relativeFrom="paragraph">
                        <wp:posOffset>278130</wp:posOffset>
                      </wp:positionV>
                      <wp:extent cx="161925" cy="60325"/>
                      <wp:effectExtent l="17145" t="21590" r="20955" b="22860"/>
                      <wp:wrapNone/>
                      <wp:docPr id="136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1925" cy="60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" o:spid="_x0000_s1026" type="#_x0000_t32" style="position:absolute;margin-left:241.55pt;margin-top:21.9pt;width:12.75pt;height:4.7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" strokecolor="#bfbfbf [2412]" strokeweight="2.25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3081655</wp:posOffset>
                      </wp:positionH>
                      <wp:positionV relativeFrom="paragraph">
                        <wp:posOffset>203200</wp:posOffset>
                      </wp:positionV>
                      <wp:extent cx="147955" cy="45085"/>
                      <wp:effectExtent l="21590" t="22860" r="21590" b="16510"/>
                      <wp:wrapNone/>
                      <wp:docPr id="135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47955" cy="450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8" o:spid="_x0000_s1026" type="#_x0000_t32" style="position:absolute;margin-left:242.65pt;margin-top:16pt;width:11.65pt;height:3.5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" strokecolor="#bfbfbf [2412]" strokeweight="2.25pt"/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3276600</wp:posOffset>
                      </wp:positionH>
                      <wp:positionV relativeFrom="paragraph">
                        <wp:posOffset>-7620</wp:posOffset>
                      </wp:positionV>
                      <wp:extent cx="1054735" cy="60325"/>
                      <wp:effectExtent l="26035" t="12065" r="5080" b="60960"/>
                      <wp:wrapNone/>
                      <wp:docPr id="134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54735" cy="603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8" o:spid="_x0000_s1026" type="#_x0000_t32" style="position:absolute;margin-left:258pt;margin-top:-.6pt;width:83.05pt;height:4.75pt;flip:x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3196590</wp:posOffset>
                      </wp:positionH>
                      <wp:positionV relativeFrom="paragraph">
                        <wp:posOffset>183515</wp:posOffset>
                      </wp:positionV>
                      <wp:extent cx="190500" cy="90805"/>
                      <wp:effectExtent l="22225" t="22225" r="15875" b="20320"/>
                      <wp:wrapNone/>
                      <wp:docPr id="133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" cy="908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8575" cmpd="sng">
                                <a:solidFill>
                                  <a:schemeClr val="bg1">
                                    <a:lumMod val="75000"/>
                                    <a:lumOff val="0"/>
                                  </a:schemeClr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2" o:spid="_x0000_s1026" type="#_x0000_t32" style="position:absolute;margin-left:251.7pt;margin-top:14.45pt;width:15pt;height:7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" strokecolor="#bfbfbf [2412]" strokeweight="2.25pt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3067685</wp:posOffset>
                      </wp:positionH>
                      <wp:positionV relativeFrom="paragraph">
                        <wp:posOffset>95250</wp:posOffset>
                      </wp:positionV>
                      <wp:extent cx="128905" cy="1363345"/>
                      <wp:effectExtent l="7620" t="10160" r="6350" b="7620"/>
                      <wp:wrapNone/>
                      <wp:docPr id="132" name="Freeform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905" cy="1363345"/>
                              </a:xfrm>
                              <a:custGeom>
                                <a:avLst/>
                                <a:gdLst>
                                  <a:gd name="T0" fmla="*/ 102 w 203"/>
                                  <a:gd name="T1" fmla="*/ 92 h 2147"/>
                                  <a:gd name="T2" fmla="*/ 189 w 203"/>
                                  <a:gd name="T3" fmla="*/ 51 h 2147"/>
                                  <a:gd name="T4" fmla="*/ 188 w 203"/>
                                  <a:gd name="T5" fmla="*/ 400 h 2147"/>
                                  <a:gd name="T6" fmla="*/ 118 w 203"/>
                                  <a:gd name="T7" fmla="*/ 717 h 2147"/>
                                  <a:gd name="T8" fmla="*/ 102 w 203"/>
                                  <a:gd name="T9" fmla="*/ 1152 h 2147"/>
                                  <a:gd name="T10" fmla="*/ 102 w 203"/>
                                  <a:gd name="T11" fmla="*/ 1595 h 2147"/>
                                  <a:gd name="T12" fmla="*/ 102 w 203"/>
                                  <a:gd name="T13" fmla="*/ 2054 h 2147"/>
                                  <a:gd name="T14" fmla="*/ 74 w 203"/>
                                  <a:gd name="T15" fmla="*/ 2141 h 2147"/>
                                  <a:gd name="T16" fmla="*/ 0 w 203"/>
                                  <a:gd name="T17" fmla="*/ 2093 h 2147"/>
                                  <a:gd name="T18" fmla="*/ 74 w 203"/>
                                  <a:gd name="T19" fmla="*/ 1880 h 2147"/>
                                  <a:gd name="T20" fmla="*/ 38 w 203"/>
                                  <a:gd name="T21" fmla="*/ 1848 h 2147"/>
                                  <a:gd name="T22" fmla="*/ 22 w 203"/>
                                  <a:gd name="T23" fmla="*/ 1484 h 2147"/>
                                  <a:gd name="T24" fmla="*/ 22 w 203"/>
                                  <a:gd name="T25" fmla="*/ 859 h 2147"/>
                                  <a:gd name="T26" fmla="*/ 22 w 203"/>
                                  <a:gd name="T27" fmla="*/ 551 h 2147"/>
                                  <a:gd name="T28" fmla="*/ 85 w 203"/>
                                  <a:gd name="T29" fmla="*/ 305 h 2147"/>
                                  <a:gd name="T30" fmla="*/ 102 w 203"/>
                                  <a:gd name="T31" fmla="*/ 92 h 21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203" h="2147">
                                    <a:moveTo>
                                      <a:pt x="102" y="92"/>
                                    </a:moveTo>
                                    <a:cubicBezTo>
                                      <a:pt x="119" y="50"/>
                                      <a:pt x="175" y="0"/>
                                      <a:pt x="189" y="51"/>
                                    </a:cubicBezTo>
                                    <a:cubicBezTo>
                                      <a:pt x="203" y="102"/>
                                      <a:pt x="200" y="289"/>
                                      <a:pt x="188" y="400"/>
                                    </a:cubicBezTo>
                                    <a:cubicBezTo>
                                      <a:pt x="176" y="511"/>
                                      <a:pt x="132" y="592"/>
                                      <a:pt x="118" y="717"/>
                                    </a:cubicBezTo>
                                    <a:cubicBezTo>
                                      <a:pt x="104" y="842"/>
                                      <a:pt x="105" y="1006"/>
                                      <a:pt x="102" y="1152"/>
                                    </a:cubicBezTo>
                                    <a:cubicBezTo>
                                      <a:pt x="99" y="1298"/>
                                      <a:pt x="102" y="1445"/>
                                      <a:pt x="102" y="1595"/>
                                    </a:cubicBezTo>
                                    <a:cubicBezTo>
                                      <a:pt x="102" y="1745"/>
                                      <a:pt x="107" y="1963"/>
                                      <a:pt x="102" y="2054"/>
                                    </a:cubicBezTo>
                                    <a:cubicBezTo>
                                      <a:pt x="97" y="2145"/>
                                      <a:pt x="91" y="2135"/>
                                      <a:pt x="74" y="2141"/>
                                    </a:cubicBezTo>
                                    <a:cubicBezTo>
                                      <a:pt x="57" y="2147"/>
                                      <a:pt x="0" y="2136"/>
                                      <a:pt x="0" y="2093"/>
                                    </a:cubicBezTo>
                                    <a:cubicBezTo>
                                      <a:pt x="0" y="2050"/>
                                      <a:pt x="68" y="1921"/>
                                      <a:pt x="74" y="1880"/>
                                    </a:cubicBezTo>
                                    <a:cubicBezTo>
                                      <a:pt x="80" y="1839"/>
                                      <a:pt x="47" y="1914"/>
                                      <a:pt x="38" y="1848"/>
                                    </a:cubicBezTo>
                                    <a:cubicBezTo>
                                      <a:pt x="29" y="1782"/>
                                      <a:pt x="25" y="1649"/>
                                      <a:pt x="22" y="1484"/>
                                    </a:cubicBezTo>
                                    <a:cubicBezTo>
                                      <a:pt x="19" y="1319"/>
                                      <a:pt x="22" y="1014"/>
                                      <a:pt x="22" y="859"/>
                                    </a:cubicBezTo>
                                    <a:cubicBezTo>
                                      <a:pt x="22" y="704"/>
                                      <a:pt x="12" y="643"/>
                                      <a:pt x="22" y="551"/>
                                    </a:cubicBezTo>
                                    <a:cubicBezTo>
                                      <a:pt x="32" y="459"/>
                                      <a:pt x="72" y="380"/>
                                      <a:pt x="85" y="305"/>
                                    </a:cubicBezTo>
                                    <a:cubicBezTo>
                                      <a:pt x="98" y="230"/>
                                      <a:pt x="85" y="134"/>
                                      <a:pt x="102" y="9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5" o:spid="_x0000_s1026" style="position:absolute;margin-left:241.55pt;margin-top:7.5pt;width:10.15pt;height:107.3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3,2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" path="m102,92c119,50,175,,189,51v14,51,11,238,-1,349c176,511,132,592,118,717v-14,125,-13,289,-16,435c99,1298,102,1445,102,1595v,150,5,368,,459c97,2145,91,2135,74,2141,57,2147,,2136,,2093v,-43,68,-172,74,-213c80,1839,47,1914,38,1848,29,1782,25,1649,22,1484v-3,-165,,-470,,-625c22,704,12,643,22,551,32,459,72,380,85,305,98,230,85,134,102,92xe" fillcolor="black [3213]">
                      <v:path arrowok="t" o:connecttype="custom" o:connectlocs="64770,58420;120015,32385;119380,254000;74930,455295;64770,731520;64770,1012825;64770,1304290;46990,1359535;0,1329055;46990,1193800;24130,1173480;13970,942340;13970,545465;13970,349885;53975,193675;64770,58420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3002915</wp:posOffset>
                      </wp:positionH>
                      <wp:positionV relativeFrom="paragraph">
                        <wp:posOffset>127635</wp:posOffset>
                      </wp:positionV>
                      <wp:extent cx="318770" cy="1543050"/>
                      <wp:effectExtent l="14605" t="13970" r="9525" b="14605"/>
                      <wp:wrapNone/>
                      <wp:docPr id="131" name="Freeform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8770" cy="1543050"/>
                              </a:xfrm>
                              <a:custGeom>
                                <a:avLst/>
                                <a:gdLst>
                                  <a:gd name="T0" fmla="*/ 0 w 502"/>
                                  <a:gd name="T1" fmla="*/ 1478915 h 2430"/>
                                  <a:gd name="T2" fmla="*/ 50800 w 502"/>
                                  <a:gd name="T3" fmla="*/ 1402715 h 2430"/>
                                  <a:gd name="T4" fmla="*/ 114300 w 502"/>
                                  <a:gd name="T5" fmla="*/ 1256665 h 2430"/>
                                  <a:gd name="T6" fmla="*/ 127000 w 502"/>
                                  <a:gd name="T7" fmla="*/ 1186815 h 2430"/>
                                  <a:gd name="T8" fmla="*/ 139700 w 502"/>
                                  <a:gd name="T9" fmla="*/ 1148715 h 2430"/>
                                  <a:gd name="T10" fmla="*/ 139700 w 502"/>
                                  <a:gd name="T11" fmla="*/ 920115 h 2430"/>
                                  <a:gd name="T12" fmla="*/ 139700 w 502"/>
                                  <a:gd name="T13" fmla="*/ 577215 h 2430"/>
                                  <a:gd name="T14" fmla="*/ 146050 w 502"/>
                                  <a:gd name="T15" fmla="*/ 374015 h 2430"/>
                                  <a:gd name="T16" fmla="*/ 177800 w 502"/>
                                  <a:gd name="T17" fmla="*/ 259715 h 2430"/>
                                  <a:gd name="T18" fmla="*/ 196850 w 502"/>
                                  <a:gd name="T19" fmla="*/ 139065 h 2430"/>
                                  <a:gd name="T20" fmla="*/ 196850 w 502"/>
                                  <a:gd name="T21" fmla="*/ 5715 h 2430"/>
                                  <a:gd name="T22" fmla="*/ 222250 w 502"/>
                                  <a:gd name="T23" fmla="*/ 56515 h 2430"/>
                                  <a:gd name="T24" fmla="*/ 241300 w 502"/>
                                  <a:gd name="T25" fmla="*/ 75565 h 2430"/>
                                  <a:gd name="T26" fmla="*/ 273050 w 502"/>
                                  <a:gd name="T27" fmla="*/ 132715 h 2430"/>
                                  <a:gd name="T28" fmla="*/ 298450 w 502"/>
                                  <a:gd name="T29" fmla="*/ 189865 h 2430"/>
                                  <a:gd name="T30" fmla="*/ 304800 w 502"/>
                                  <a:gd name="T31" fmla="*/ 221615 h 2430"/>
                                  <a:gd name="T32" fmla="*/ 298450 w 502"/>
                                  <a:gd name="T33" fmla="*/ 291465 h 2430"/>
                                  <a:gd name="T34" fmla="*/ 292100 w 502"/>
                                  <a:gd name="T35" fmla="*/ 374015 h 2430"/>
                                  <a:gd name="T36" fmla="*/ 266700 w 502"/>
                                  <a:gd name="T37" fmla="*/ 704215 h 2430"/>
                                  <a:gd name="T38" fmla="*/ 234950 w 502"/>
                                  <a:gd name="T39" fmla="*/ 1034415 h 2430"/>
                                  <a:gd name="T40" fmla="*/ 0 60000 65536"/>
                                  <a:gd name="T41" fmla="*/ 0 60000 65536"/>
                                  <a:gd name="T42" fmla="*/ 0 60000 65536"/>
                                  <a:gd name="T43" fmla="*/ 0 60000 65536"/>
                                  <a:gd name="T44" fmla="*/ 0 60000 65536"/>
                                  <a:gd name="T45" fmla="*/ 0 60000 65536"/>
                                  <a:gd name="T46" fmla="*/ 0 60000 65536"/>
                                  <a:gd name="T47" fmla="*/ 0 60000 65536"/>
                                  <a:gd name="T48" fmla="*/ 0 60000 65536"/>
                                  <a:gd name="T49" fmla="*/ 0 60000 65536"/>
                                  <a:gd name="T50" fmla="*/ 0 60000 65536"/>
                                  <a:gd name="T51" fmla="*/ 0 60000 65536"/>
                                  <a:gd name="T52" fmla="*/ 0 60000 65536"/>
                                  <a:gd name="T53" fmla="*/ 0 60000 65536"/>
                                  <a:gd name="T54" fmla="*/ 0 60000 65536"/>
                                  <a:gd name="T55" fmla="*/ 0 60000 65536"/>
                                  <a:gd name="T56" fmla="*/ 0 60000 65536"/>
                                  <a:gd name="T57" fmla="*/ 0 60000 65536"/>
                                  <a:gd name="T58" fmla="*/ 0 60000 65536"/>
                                  <a:gd name="T59" fmla="*/ 0 60000 65536"/>
                                </a:gdLst>
                                <a:ahLst/>
                                <a:cxnLst>
                                  <a:cxn ang="T40">
                                    <a:pos x="T0" y="T1"/>
                                  </a:cxn>
                                  <a:cxn ang="T41">
                                    <a:pos x="T2" y="T3"/>
                                  </a:cxn>
                                  <a:cxn ang="T42">
                                    <a:pos x="T4" y="T5"/>
                                  </a:cxn>
                                  <a:cxn ang="T43">
                                    <a:pos x="T6" y="T7"/>
                                  </a:cxn>
                                  <a:cxn ang="T44">
                                    <a:pos x="T8" y="T9"/>
                                  </a:cxn>
                                  <a:cxn ang="T45">
                                    <a:pos x="T10" y="T11"/>
                                  </a:cxn>
                                  <a:cxn ang="T46">
                                    <a:pos x="T12" y="T13"/>
                                  </a:cxn>
                                  <a:cxn ang="T47">
                                    <a:pos x="T14" y="T15"/>
                                  </a:cxn>
                                  <a:cxn ang="T48">
                                    <a:pos x="T16" y="T17"/>
                                  </a:cxn>
                                  <a:cxn ang="T49">
                                    <a:pos x="T18" y="T19"/>
                                  </a:cxn>
                                  <a:cxn ang="T50">
                                    <a:pos x="T20" y="T21"/>
                                  </a:cxn>
                                  <a:cxn ang="T51">
                                    <a:pos x="T22" y="T23"/>
                                  </a:cxn>
                                  <a:cxn ang="T52">
                                    <a:pos x="T24" y="T25"/>
                                  </a:cxn>
                                  <a:cxn ang="T53">
                                    <a:pos x="T26" y="T27"/>
                                  </a:cxn>
                                  <a:cxn ang="T54">
                                    <a:pos x="T28" y="T29"/>
                                  </a:cxn>
                                  <a:cxn ang="T55">
                                    <a:pos x="T30" y="T31"/>
                                  </a:cxn>
                                  <a:cxn ang="T56">
                                    <a:pos x="T32" y="T33"/>
                                  </a:cxn>
                                  <a:cxn ang="T57">
                                    <a:pos x="T34" y="T35"/>
                                  </a:cxn>
                                  <a:cxn ang="T58">
                                    <a:pos x="T36" y="T37"/>
                                  </a:cxn>
                                  <a:cxn ang="T59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502" h="2430">
                                    <a:moveTo>
                                      <a:pt x="0" y="2430"/>
                                    </a:moveTo>
                                    <a:cubicBezTo>
                                      <a:pt x="18" y="2402"/>
                                      <a:pt x="68" y="2341"/>
                                      <a:pt x="80" y="2305"/>
                                    </a:cubicBezTo>
                                    <a:cubicBezTo>
                                      <a:pt x="107" y="2221"/>
                                      <a:pt x="142" y="2144"/>
                                      <a:pt x="180" y="2065"/>
                                    </a:cubicBezTo>
                                    <a:cubicBezTo>
                                      <a:pt x="187" y="2014"/>
                                      <a:pt x="187" y="1995"/>
                                      <a:pt x="200" y="1950"/>
                                    </a:cubicBezTo>
                                    <a:cubicBezTo>
                                      <a:pt x="206" y="1929"/>
                                      <a:pt x="220" y="1887"/>
                                      <a:pt x="220" y="1887"/>
                                    </a:cubicBezTo>
                                    <a:cubicBezTo>
                                      <a:pt x="224" y="1776"/>
                                      <a:pt x="220" y="1623"/>
                                      <a:pt x="220" y="1512"/>
                                    </a:cubicBezTo>
                                    <a:cubicBezTo>
                                      <a:pt x="220" y="1268"/>
                                      <a:pt x="219" y="1081"/>
                                      <a:pt x="220" y="948"/>
                                    </a:cubicBezTo>
                                    <a:cubicBezTo>
                                      <a:pt x="221" y="815"/>
                                      <a:pt x="218" y="800"/>
                                      <a:pt x="228" y="713"/>
                                    </a:cubicBezTo>
                                    <a:cubicBezTo>
                                      <a:pt x="238" y="626"/>
                                      <a:pt x="266" y="508"/>
                                      <a:pt x="280" y="427"/>
                                    </a:cubicBezTo>
                                    <a:cubicBezTo>
                                      <a:pt x="294" y="346"/>
                                      <a:pt x="289" y="293"/>
                                      <a:pt x="310" y="228"/>
                                    </a:cubicBezTo>
                                    <a:cubicBezTo>
                                      <a:pt x="314" y="196"/>
                                      <a:pt x="293" y="39"/>
                                      <a:pt x="310" y="9"/>
                                    </a:cubicBezTo>
                                    <a:cubicBezTo>
                                      <a:pt x="315" y="0"/>
                                      <a:pt x="344" y="83"/>
                                      <a:pt x="350" y="93"/>
                                    </a:cubicBezTo>
                                    <a:cubicBezTo>
                                      <a:pt x="358" y="105"/>
                                      <a:pt x="370" y="114"/>
                                      <a:pt x="380" y="124"/>
                                    </a:cubicBezTo>
                                    <a:cubicBezTo>
                                      <a:pt x="391" y="159"/>
                                      <a:pt x="419" y="184"/>
                                      <a:pt x="430" y="218"/>
                                    </a:cubicBezTo>
                                    <a:cubicBezTo>
                                      <a:pt x="454" y="292"/>
                                      <a:pt x="438" y="262"/>
                                      <a:pt x="470" y="312"/>
                                    </a:cubicBezTo>
                                    <a:cubicBezTo>
                                      <a:pt x="473" y="330"/>
                                      <a:pt x="476" y="347"/>
                                      <a:pt x="480" y="364"/>
                                    </a:cubicBezTo>
                                    <a:cubicBezTo>
                                      <a:pt x="486" y="385"/>
                                      <a:pt x="470" y="479"/>
                                      <a:pt x="470" y="479"/>
                                    </a:cubicBezTo>
                                    <a:cubicBezTo>
                                      <a:pt x="463" y="571"/>
                                      <a:pt x="502" y="549"/>
                                      <a:pt x="460" y="615"/>
                                    </a:cubicBezTo>
                                    <a:cubicBezTo>
                                      <a:pt x="433" y="781"/>
                                      <a:pt x="459" y="993"/>
                                      <a:pt x="420" y="1157"/>
                                    </a:cubicBezTo>
                                    <a:cubicBezTo>
                                      <a:pt x="400" y="1343"/>
                                      <a:pt x="370" y="1512"/>
                                      <a:pt x="370" y="170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3" o:spid="_x0000_s1026" style="position:absolute;margin-left:236.45pt;margin-top:10.05pt;width:25.1pt;height:121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2,24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" path="m,2430v18,-28,68,-89,80,-125c107,2221,142,2144,180,2065v7,-51,7,-70,20,-115c206,1929,220,1887,220,1887v4,-111,,-264,,-375c220,1268,219,1081,220,948v1,-133,-2,-148,8,-235c238,626,266,508,280,427v14,-81,9,-134,30,-199c314,196,293,39,310,9v5,-9,34,74,40,84c358,105,370,114,380,124v11,35,39,60,50,94c454,292,438,262,470,312v3,18,6,35,10,52c486,385,470,479,470,479v-7,92,32,70,-10,136c433,781,459,993,420,1157v-20,186,-50,355,-50,543e" filled="f" strokeweight="1pt">
                      <v:path arrowok="t" o:connecttype="custom" o:connectlocs="0,939111025;32258000,890724025;72580500,797982275;80645000,753627525;88709500,729434025;88709500,584273025;88709500,366531525;92741750,237499525;112903000,164919025;124999750,88306275;124999750,3629025;141128750,35887025;153225500,47983775;173386750,84274025;189515750,120564275;193548000,140725525;189515750,185080275;185483500,237499525;169354500,447176525;149193250,656853525" o:connectangles="0,0,0,0,0,0,0,0,0,0,0,0,0,0,0,0,0,0,0,0"/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4148455</wp:posOffset>
                      </wp:positionH>
                      <wp:positionV relativeFrom="paragraph">
                        <wp:posOffset>108585</wp:posOffset>
                      </wp:positionV>
                      <wp:extent cx="1880235" cy="923290"/>
                      <wp:effectExtent l="12065" t="13970" r="12700" b="5715"/>
                      <wp:wrapNone/>
                      <wp:docPr id="130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80235" cy="923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3570" w:rsidRDefault="007E3570">
                                  <w:pPr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Peroneal: No Doppler signal in proximal calf ?due to calcification/vessel depth/?occluded in prox calf</w:t>
                                  </w:r>
                                </w:p>
                                <w:p w:rsidR="007E3570" w:rsidRPr="00BA5CD8" w:rsidRDefault="007E3570">
                                  <w:pPr>
                                    <w:rPr>
                                      <w:b/>
                                      <w:sz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6"/>
                                    </w:rPr>
                                    <w:t>Patent in mid-distal calf with monophasic waveforms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029" type="#_x0000_t202" style="position:absolute;margin-left:326.65pt;margin-top:8.55pt;width:148.05pt;height:72.7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">
                      <v:textbox>
                        <w:txbxContent>
                          <w:p w:rsidR="007E3570" w:rsidRDefault="007E3570">
                            <w:pPr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Peroneal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: No Doppler signal in proximal </w:t>
                            </w:r>
                            <w:proofErr w:type="gramStart"/>
                            <w:r>
                              <w:rPr>
                                <w:sz w:val="16"/>
                              </w:rPr>
                              <w:t>calf ?</w:t>
                            </w:r>
                            <w:proofErr w:type="gramEnd"/>
                            <w:r>
                              <w:rPr>
                                <w:sz w:val="16"/>
                              </w:rPr>
                              <w:t xml:space="preserve">due to calcification/vessel depth/?occluded in </w:t>
                            </w:r>
                            <w:proofErr w:type="spellStart"/>
                            <w:r>
                              <w:rPr>
                                <w:sz w:val="16"/>
                              </w:rPr>
                              <w:t>prox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 xml:space="preserve"> calf</w:t>
                            </w:r>
                          </w:p>
                          <w:p w:rsidR="007E3570" w:rsidRPr="00BA5CD8" w:rsidRDefault="007E3570">
                            <w:pPr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</w:rPr>
                              <w:t>Patent in mid-distal calf with monophasic waveforms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4451" w:rsidRP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3298825</wp:posOffset>
                      </wp:positionH>
                      <wp:positionV relativeFrom="paragraph">
                        <wp:posOffset>140335</wp:posOffset>
                      </wp:positionV>
                      <wp:extent cx="849630" cy="57150"/>
                      <wp:effectExtent l="19685" t="13970" r="13335" b="59055"/>
                      <wp:wrapNone/>
                      <wp:docPr id="129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49630" cy="571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71" o:spid="_x0000_s1026" type="#_x0000_t32" style="position:absolute;margin-left:259.75pt;margin-top:11.05pt;width:66.9pt;height:4.5pt;flip:x y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">
                      <v:stroke endarrow="block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Default="00843873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2917825</wp:posOffset>
                      </wp:positionH>
                      <wp:positionV relativeFrom="paragraph">
                        <wp:posOffset>232410</wp:posOffset>
                      </wp:positionV>
                      <wp:extent cx="53975" cy="100965"/>
                      <wp:effectExtent l="14605" t="13335" r="17145" b="9525"/>
                      <wp:wrapNone/>
                      <wp:docPr id="128" name="Freeform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975" cy="100965"/>
                              </a:xfrm>
                              <a:custGeom>
                                <a:avLst/>
                                <a:gdLst>
                                  <a:gd name="T0" fmla="*/ 85 w 85"/>
                                  <a:gd name="T1" fmla="*/ 0 h 159"/>
                                  <a:gd name="T2" fmla="*/ 21 w 85"/>
                                  <a:gd name="T3" fmla="*/ 103 h 159"/>
                                  <a:gd name="T4" fmla="*/ 6 w 85"/>
                                  <a:gd name="T5" fmla="*/ 159 h 1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85" h="159">
                                    <a:moveTo>
                                      <a:pt x="85" y="0"/>
                                    </a:moveTo>
                                    <a:cubicBezTo>
                                      <a:pt x="30" y="37"/>
                                      <a:pt x="78" y="65"/>
                                      <a:pt x="21" y="103"/>
                                    </a:cubicBezTo>
                                    <a:cubicBezTo>
                                      <a:pt x="0" y="136"/>
                                      <a:pt x="6" y="118"/>
                                      <a:pt x="6" y="15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6" o:spid="_x0000_s1026" style="position:absolute;margin-left:229.75pt;margin-top:18.3pt;width:4.25pt;height:7.9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,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" path="m85,c30,37,78,65,21,103,,136,6,118,6,159e" filled="f" strokeweight="1.5pt">
                      <v:path arrowok="t" o:connecttype="custom" o:connectlocs="53975,0;13335,65405;3810,100965" o:connectangles="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2951480</wp:posOffset>
                      </wp:positionH>
                      <wp:positionV relativeFrom="paragraph">
                        <wp:posOffset>242570</wp:posOffset>
                      </wp:positionV>
                      <wp:extent cx="59690" cy="125730"/>
                      <wp:effectExtent l="15240" t="13970" r="10795" b="12700"/>
                      <wp:wrapNone/>
                      <wp:docPr id="31" name="Freeform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125730"/>
                              </a:xfrm>
                              <a:custGeom>
                                <a:avLst/>
                                <a:gdLst>
                                  <a:gd name="T0" fmla="*/ 79 w 94"/>
                                  <a:gd name="T1" fmla="*/ 0 h 198"/>
                                  <a:gd name="T2" fmla="*/ 47 w 94"/>
                                  <a:gd name="T3" fmla="*/ 63 h 198"/>
                                  <a:gd name="T4" fmla="*/ 0 w 94"/>
                                  <a:gd name="T5" fmla="*/ 198 h 1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4" h="198">
                                    <a:moveTo>
                                      <a:pt x="79" y="0"/>
                                    </a:moveTo>
                                    <a:cubicBezTo>
                                      <a:pt x="94" y="44"/>
                                      <a:pt x="74" y="24"/>
                                      <a:pt x="47" y="63"/>
                                    </a:cubicBezTo>
                                    <a:cubicBezTo>
                                      <a:pt x="25" y="129"/>
                                      <a:pt x="0" y="127"/>
                                      <a:pt x="0" y="198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57" o:spid="_x0000_s1026" style="position:absolute;margin-left:232.4pt;margin-top:19.1pt;width:4.7pt;height:9.9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" path="m79,c94,44,74,24,47,63,25,129,,127,,198e" filled="f" strokeweight="1.5pt">
                      <v:path arrowok="t" o:connecttype="custom" o:connectlocs="50165,0;29845,40005;0,125730" o:connectangles="0,0,0"/>
                    </v:shape>
                  </w:pict>
                </mc:Fallback>
              </mc:AlternateContent>
            </w:r>
          </w:p>
          <w:p w:rsidR="00813362" w:rsidRPr="00734451" w:rsidRDefault="00734451" w:rsidP="00734451">
            <w:pPr>
              <w:tabs>
                <w:tab w:val="left" w:pos="6345"/>
              </w:tabs>
            </w:pPr>
            <w:r>
              <w:tab/>
            </w:r>
          </w:p>
        </w:tc>
      </w:tr>
      <w:tr w:rsidR="009E0202" w:rsidRPr="00316518" w:rsidTr="00432864">
        <w:trPr>
          <w:trHeight w:hRule="exact" w:val="8176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432864" w:rsidRDefault="009E0202" w:rsidP="00DC01AB">
            <w:pPr>
              <w:pStyle w:val="CUSTOMBoldColumnHeading"/>
              <w:spacing w:after="60"/>
              <w:rPr>
                <w:szCs w:val="21"/>
              </w:rPr>
            </w:pPr>
            <w:r w:rsidRPr="00432864">
              <w:rPr>
                <w:szCs w:val="21"/>
              </w:rPr>
              <w:lastRenderedPageBreak/>
              <w:t>Report:</w:t>
            </w:r>
          </w:p>
          <w:p w:rsidR="00F54969" w:rsidRPr="00432864" w:rsidRDefault="00F54969" w:rsidP="00F54969">
            <w:pPr>
              <w:pStyle w:val="CUSTOMColumnText"/>
              <w:rPr>
                <w:b/>
                <w:sz w:val="20"/>
              </w:rPr>
            </w:pPr>
            <w:r w:rsidRPr="00432864">
              <w:rPr>
                <w:b/>
                <w:sz w:val="20"/>
              </w:rPr>
              <w:t xml:space="preserve">The aorto-iliac vessels are diffusely calcified. </w:t>
            </w:r>
          </w:p>
          <w:p w:rsidR="00F54969" w:rsidRPr="00432864" w:rsidRDefault="00F54969" w:rsidP="00F54969">
            <w:pPr>
              <w:pStyle w:val="CUSTOMColumnText"/>
              <w:rPr>
                <w:b/>
                <w:sz w:val="14"/>
              </w:rPr>
            </w:pPr>
          </w:p>
          <w:p w:rsidR="009E0202" w:rsidRPr="00432864" w:rsidRDefault="00F54969" w:rsidP="00DC01AB">
            <w:pPr>
              <w:pStyle w:val="CUSTOMColumnText"/>
              <w:rPr>
                <w:sz w:val="20"/>
                <w:szCs w:val="21"/>
                <w:u w:val="single"/>
              </w:rPr>
            </w:pPr>
            <w:r w:rsidRPr="00432864">
              <w:rPr>
                <w:sz w:val="20"/>
                <w:szCs w:val="21"/>
                <w:u w:val="single"/>
              </w:rPr>
              <w:t>AORTO-ILIAC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 xml:space="preserve">The abdominal aorta is patent measuring a maximum of 2.2cm in the proximal segment. 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 xml:space="preserve">The right common iliac artery could not be visualised. There is a </w:t>
            </w:r>
            <w:r w:rsidR="0022753C" w:rsidRPr="00432864">
              <w:rPr>
                <w:sz w:val="20"/>
                <w:szCs w:val="21"/>
              </w:rPr>
              <w:t xml:space="preserve">borderline 50% stenosis in the mid EIA (PSV 186cm/sec; Pre-stenotic velocity 86cm/sec; VR= 2.16) 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>The left Common and External iliac arteries are patent with bi-triphasic waveforms detected.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  <w:u w:val="single"/>
              </w:rPr>
            </w:pPr>
            <w:r w:rsidRPr="00432864">
              <w:rPr>
                <w:sz w:val="20"/>
                <w:szCs w:val="21"/>
                <w:u w:val="single"/>
              </w:rPr>
              <w:t>LEFT LEG</w:t>
            </w:r>
          </w:p>
          <w:p w:rsidR="0022753C" w:rsidRPr="00432864" w:rsidRDefault="0022753C" w:rsidP="00F54969">
            <w:pPr>
              <w:pStyle w:val="CUSTOMColumnText"/>
              <w:rPr>
                <w:b/>
                <w:sz w:val="20"/>
                <w:szCs w:val="21"/>
              </w:rPr>
            </w:pPr>
            <w:r w:rsidRPr="00432864">
              <w:rPr>
                <w:b/>
                <w:sz w:val="20"/>
                <w:szCs w:val="21"/>
              </w:rPr>
              <w:t>Diffusely calficifed lower limb arterial tree causing segmental visualisation and loss of Doppler signal.</w:t>
            </w:r>
          </w:p>
          <w:p w:rsidR="0022753C" w:rsidRPr="00432864" w:rsidRDefault="0022753C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>The Common</w:t>
            </w:r>
            <w:r w:rsidR="002C403F" w:rsidRPr="00432864">
              <w:rPr>
                <w:sz w:val="20"/>
                <w:szCs w:val="21"/>
              </w:rPr>
              <w:t xml:space="preserve"> Femoral artery</w:t>
            </w:r>
            <w:r w:rsidRPr="00432864">
              <w:rPr>
                <w:sz w:val="20"/>
                <w:szCs w:val="21"/>
              </w:rPr>
              <w:t xml:space="preserve"> is patent with triphasic waveforms detected; no significant stenosis noted.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>There is a borderline 50% stenosis of the Profunda artery origin (PSV rising from 86cm/sec to 186cm/sec)</w:t>
            </w:r>
          </w:p>
          <w:p w:rsidR="00F54969" w:rsidRPr="00432864" w:rsidRDefault="00F54969" w:rsidP="00F54969">
            <w:pPr>
              <w:pStyle w:val="CUSTOMColumnText"/>
              <w:rPr>
                <w:sz w:val="24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b/>
                <w:sz w:val="20"/>
                <w:szCs w:val="21"/>
              </w:rPr>
            </w:pPr>
            <w:r w:rsidRPr="00432864">
              <w:rPr>
                <w:b/>
                <w:sz w:val="20"/>
                <w:szCs w:val="21"/>
              </w:rPr>
              <w:t>The Superficial Femoral artery is diffusely narrowed in the proximal-mid thigh with calcific atheroma; monophasic waveforms are detected.</w:t>
            </w:r>
            <w:r w:rsidR="0022753C" w:rsidRPr="00432864">
              <w:rPr>
                <w:b/>
                <w:sz w:val="20"/>
                <w:szCs w:val="21"/>
              </w:rPr>
              <w:t xml:space="preserve"> The vessel occludes</w:t>
            </w:r>
            <w:r w:rsidRPr="00432864">
              <w:rPr>
                <w:b/>
                <w:sz w:val="20"/>
                <w:szCs w:val="21"/>
              </w:rPr>
              <w:t xml:space="preserve"> approximately 13-15cm above the knee crease.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22753C" w:rsidRPr="00432864" w:rsidRDefault="00F54969" w:rsidP="00F54969">
            <w:pPr>
              <w:pStyle w:val="CUSTOMColumnText"/>
              <w:rPr>
                <w:b/>
                <w:sz w:val="20"/>
                <w:szCs w:val="21"/>
              </w:rPr>
            </w:pPr>
            <w:r w:rsidRPr="00432864">
              <w:rPr>
                <w:b/>
                <w:sz w:val="20"/>
                <w:szCs w:val="21"/>
              </w:rPr>
              <w:t>The Poplitial artery is occluded throughout.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  <w:r w:rsidRPr="00432864">
              <w:rPr>
                <w:sz w:val="20"/>
                <w:szCs w:val="21"/>
              </w:rPr>
              <w:t>The Tibio-Peroneal Trunk is diffusely calcified. Doppler signal detected in certain segments with monophasic waveforms.</w:t>
            </w:r>
          </w:p>
          <w:p w:rsidR="00F54969" w:rsidRPr="00432864" w:rsidRDefault="00F54969" w:rsidP="00F54969">
            <w:pPr>
              <w:pStyle w:val="CUSTOMColumnText"/>
              <w:rPr>
                <w:sz w:val="20"/>
                <w:szCs w:val="21"/>
              </w:rPr>
            </w:pPr>
          </w:p>
          <w:p w:rsidR="0022753C" w:rsidRPr="00432864" w:rsidRDefault="00F54969" w:rsidP="0022753C">
            <w:pPr>
              <w:pStyle w:val="CUSTOMColumnText"/>
              <w:rPr>
                <w:b/>
                <w:sz w:val="20"/>
                <w:szCs w:val="21"/>
              </w:rPr>
            </w:pPr>
            <w:r w:rsidRPr="00432864">
              <w:rPr>
                <w:b/>
                <w:sz w:val="20"/>
                <w:szCs w:val="21"/>
              </w:rPr>
              <w:t xml:space="preserve">The Posterior Tibial artery is occluded </w:t>
            </w:r>
            <w:r w:rsidR="0022753C" w:rsidRPr="00432864">
              <w:rPr>
                <w:b/>
                <w:sz w:val="20"/>
                <w:szCs w:val="21"/>
              </w:rPr>
              <w:t xml:space="preserve">in the calf. </w:t>
            </w:r>
            <w:r w:rsidR="007E3570">
              <w:rPr>
                <w:b/>
                <w:sz w:val="20"/>
                <w:szCs w:val="21"/>
              </w:rPr>
              <w:t xml:space="preserve">The vessel is patent although heavily </w:t>
            </w:r>
            <w:r w:rsidR="00275766">
              <w:rPr>
                <w:b/>
                <w:sz w:val="20"/>
                <w:szCs w:val="21"/>
              </w:rPr>
              <w:t>diseased</w:t>
            </w:r>
            <w:r w:rsidR="007E3570">
              <w:rPr>
                <w:b/>
                <w:sz w:val="20"/>
                <w:szCs w:val="21"/>
              </w:rPr>
              <w:t xml:space="preserve"> at the</w:t>
            </w:r>
            <w:r w:rsidR="00275766">
              <w:rPr>
                <w:b/>
                <w:sz w:val="20"/>
                <w:szCs w:val="21"/>
              </w:rPr>
              <w:t xml:space="preserve"> ankle; dampened </w:t>
            </w:r>
            <w:r w:rsidR="0022753C" w:rsidRPr="00432864">
              <w:rPr>
                <w:b/>
                <w:sz w:val="20"/>
                <w:szCs w:val="21"/>
              </w:rPr>
              <w:t>monophasic waveforms are detected (PSV 11cm/sec) indicating reformation at this level.</w:t>
            </w:r>
          </w:p>
          <w:p w:rsidR="0022753C" w:rsidRPr="00432864" w:rsidRDefault="0022753C" w:rsidP="0022753C">
            <w:pPr>
              <w:pStyle w:val="CUSTOMColumnText"/>
              <w:rPr>
                <w:sz w:val="20"/>
                <w:szCs w:val="21"/>
              </w:rPr>
            </w:pPr>
          </w:p>
          <w:p w:rsidR="0022753C" w:rsidRPr="00432864" w:rsidRDefault="0022753C" w:rsidP="0022753C">
            <w:pPr>
              <w:pStyle w:val="CUSTOMColumnText"/>
              <w:rPr>
                <w:b/>
                <w:sz w:val="20"/>
                <w:szCs w:val="21"/>
              </w:rPr>
            </w:pPr>
            <w:r w:rsidRPr="00432864">
              <w:rPr>
                <w:b/>
                <w:sz w:val="20"/>
                <w:szCs w:val="21"/>
              </w:rPr>
              <w:t>The Anterior Tibial and Dorsalis Pedis arteries are occluded.</w:t>
            </w:r>
          </w:p>
          <w:p w:rsidR="0022753C" w:rsidRPr="00432864" w:rsidRDefault="0022753C" w:rsidP="0022753C">
            <w:pPr>
              <w:pStyle w:val="CUSTOMColumnText"/>
              <w:rPr>
                <w:sz w:val="20"/>
                <w:szCs w:val="21"/>
              </w:rPr>
            </w:pPr>
          </w:p>
          <w:p w:rsidR="0022753C" w:rsidRPr="00432864" w:rsidRDefault="0022753C" w:rsidP="0022753C">
            <w:pPr>
              <w:pStyle w:val="CUSTOMColumnText"/>
              <w:rPr>
                <w:sz w:val="22"/>
                <w:szCs w:val="21"/>
              </w:rPr>
            </w:pPr>
            <w:r w:rsidRPr="00432864">
              <w:rPr>
                <w:sz w:val="20"/>
                <w:szCs w:val="21"/>
              </w:rPr>
              <w:t>The Peroneal artery is noted to be patent with monophasic flow detected in the mid-distal calf</w:t>
            </w:r>
            <w:r w:rsidR="008C27FB" w:rsidRPr="00432864">
              <w:rPr>
                <w:sz w:val="20"/>
                <w:szCs w:val="21"/>
              </w:rPr>
              <w:t xml:space="preserve"> (PSV = 23cm/sec)</w:t>
            </w:r>
            <w:r w:rsidRPr="00432864">
              <w:rPr>
                <w:sz w:val="20"/>
                <w:szCs w:val="21"/>
              </w:rPr>
              <w:t xml:space="preserve">. No Doppler signal could be obtained in the proximal calf (?due to vessel depth/ heavy calcification/?occluded proximal </w:t>
            </w:r>
            <w:r w:rsidR="008C27FB" w:rsidRPr="00432864">
              <w:rPr>
                <w:sz w:val="20"/>
                <w:szCs w:val="21"/>
              </w:rPr>
              <w:t>segment</w:t>
            </w:r>
            <w:r w:rsidRPr="00432864">
              <w:rPr>
                <w:sz w:val="20"/>
                <w:szCs w:val="21"/>
              </w:rPr>
              <w:t>)</w:t>
            </w:r>
          </w:p>
          <w:p w:rsidR="0022753C" w:rsidRDefault="0022753C" w:rsidP="0022753C">
            <w:pPr>
              <w:pStyle w:val="CUSTOMColumnText"/>
              <w:rPr>
                <w:sz w:val="24"/>
                <w:szCs w:val="21"/>
              </w:rPr>
            </w:pPr>
          </w:p>
          <w:p w:rsidR="00F54969" w:rsidRPr="00F54969" w:rsidRDefault="00F54969" w:rsidP="0022753C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4"/>
                <w:szCs w:val="21"/>
              </w:rPr>
              <w:t xml:space="preserve"> </w:t>
            </w:r>
          </w:p>
        </w:tc>
      </w:tr>
      <w:tr w:rsidR="009D4370" w:rsidTr="00432864">
        <w:trPr>
          <w:trHeight w:hRule="exact" w:val="4169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22753C" w:rsidRPr="00432864" w:rsidRDefault="00432864" w:rsidP="00432864">
            <w:pPr>
              <w:pStyle w:val="CUSTOMColumnText"/>
              <w:rPr>
                <w:b/>
                <w:sz w:val="20"/>
              </w:rPr>
            </w:pPr>
            <w:r w:rsidRPr="00432864">
              <w:rPr>
                <w:b/>
                <w:sz w:val="20"/>
              </w:rPr>
              <w:t>Conclusion</w:t>
            </w:r>
          </w:p>
          <w:p w:rsidR="00432864" w:rsidRPr="00432864" w:rsidRDefault="00432864" w:rsidP="00432864">
            <w:pPr>
              <w:pStyle w:val="CUSTOMColumnText"/>
              <w:rPr>
                <w:u w:val="single"/>
              </w:rPr>
            </w:pPr>
            <w:r w:rsidRPr="00432864">
              <w:rPr>
                <w:u w:val="single"/>
              </w:rPr>
              <w:t>AORTO-ILIAC</w:t>
            </w:r>
          </w:p>
          <w:p w:rsidR="00432864" w:rsidRPr="00432864" w:rsidRDefault="00432864" w:rsidP="00432864">
            <w:pPr>
              <w:pStyle w:val="CUSTOMColumnText"/>
            </w:pPr>
            <w:r w:rsidRPr="00432864">
              <w:t xml:space="preserve">Borderline 50% stenosis </w:t>
            </w:r>
            <w:r w:rsidR="001B5AE1" w:rsidRPr="001B5AE1">
              <w:rPr>
                <w:b/>
              </w:rPr>
              <w:t>right</w:t>
            </w:r>
            <w:r w:rsidR="001B5AE1">
              <w:t xml:space="preserve"> </w:t>
            </w:r>
            <w:r w:rsidRPr="00432864">
              <w:t>mid-EIA</w:t>
            </w:r>
          </w:p>
          <w:p w:rsidR="00432864" w:rsidRDefault="00432864" w:rsidP="00432864">
            <w:pPr>
              <w:pStyle w:val="CUSTOMColumnText"/>
            </w:pPr>
          </w:p>
          <w:p w:rsidR="00432864" w:rsidRDefault="00432864" w:rsidP="00432864">
            <w:pPr>
              <w:pStyle w:val="CUSTOMColumnText"/>
              <w:rPr>
                <w:u w:val="single"/>
              </w:rPr>
            </w:pPr>
            <w:r w:rsidRPr="00432864">
              <w:rPr>
                <w:u w:val="single"/>
              </w:rPr>
              <w:t>LEFT LEG</w:t>
            </w:r>
          </w:p>
          <w:p w:rsidR="00432864" w:rsidRPr="00432864" w:rsidRDefault="00432864" w:rsidP="00432864">
            <w:pPr>
              <w:pStyle w:val="CUSTOMColumnText"/>
              <w:numPr>
                <w:ilvl w:val="0"/>
                <w:numId w:val="2"/>
              </w:numPr>
              <w:rPr>
                <w:u w:val="single"/>
              </w:rPr>
            </w:pPr>
            <w:r>
              <w:t>Borderline 50% PFA stenosis</w:t>
            </w:r>
          </w:p>
          <w:p w:rsidR="00432864" w:rsidRPr="00432864" w:rsidRDefault="00432864" w:rsidP="00432864">
            <w:pPr>
              <w:pStyle w:val="CUSTOMColumnText"/>
              <w:numPr>
                <w:ilvl w:val="0"/>
                <w:numId w:val="2"/>
              </w:numPr>
              <w:rPr>
                <w:u w:val="single"/>
              </w:rPr>
            </w:pPr>
            <w:r>
              <w:t>Occluded distal SFA and PopA</w:t>
            </w:r>
          </w:p>
          <w:p w:rsidR="00432864" w:rsidRPr="00432864" w:rsidRDefault="00432864" w:rsidP="00432864">
            <w:pPr>
              <w:pStyle w:val="CUSTOMColumnText"/>
              <w:numPr>
                <w:ilvl w:val="0"/>
                <w:numId w:val="2"/>
              </w:numPr>
              <w:rPr>
                <w:u w:val="single"/>
              </w:rPr>
            </w:pPr>
            <w:r>
              <w:t>Occluded ATA and DPA</w:t>
            </w:r>
          </w:p>
          <w:p w:rsidR="00432864" w:rsidRPr="00432864" w:rsidRDefault="00432864" w:rsidP="00432864">
            <w:pPr>
              <w:pStyle w:val="CUSTOMColumnText"/>
              <w:numPr>
                <w:ilvl w:val="0"/>
                <w:numId w:val="2"/>
              </w:numPr>
              <w:rPr>
                <w:u w:val="single"/>
              </w:rPr>
            </w:pPr>
            <w:r>
              <w:t xml:space="preserve">Occluded PTA in the calf. </w:t>
            </w:r>
            <w:r w:rsidR="00275766">
              <w:t xml:space="preserve">Patent </w:t>
            </w:r>
            <w:r w:rsidR="001B5AE1">
              <w:t xml:space="preserve">although heavily diseased at the ankle </w:t>
            </w:r>
            <w:r w:rsidR="00275766">
              <w:t>with monophasic flow.</w:t>
            </w:r>
          </w:p>
          <w:p w:rsidR="00432864" w:rsidRPr="00432864" w:rsidRDefault="00432864" w:rsidP="00432864">
            <w:pPr>
              <w:pStyle w:val="CUSTOMColumnText"/>
              <w:numPr>
                <w:ilvl w:val="0"/>
                <w:numId w:val="2"/>
              </w:numPr>
              <w:rPr>
                <w:u w:val="single"/>
              </w:rPr>
            </w:pPr>
            <w:r>
              <w:t>Patent Peroneal arery mid-distal calf with monophasic waveforms. No Doppler signal in proximal calf ?occluded/?due to calcification</w:t>
            </w:r>
          </w:p>
          <w:p w:rsidR="00432864" w:rsidRPr="00432864" w:rsidRDefault="00432864" w:rsidP="00432864">
            <w:pPr>
              <w:pStyle w:val="CUSTOMColumnText"/>
              <w:ind w:left="360"/>
              <w:rPr>
                <w:u w:val="single"/>
              </w:rPr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570" w:rsidRDefault="007E3570" w:rsidP="005748E3">
      <w:pPr>
        <w:spacing w:after="0" w:line="240" w:lineRule="auto"/>
      </w:pPr>
      <w:r>
        <w:separator/>
      </w:r>
    </w:p>
  </w:endnote>
  <w:endnote w:type="continuationSeparator" w:id="0">
    <w:p w:rsidR="007E3570" w:rsidRDefault="007E3570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70" w:rsidRDefault="007E3570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54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55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6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7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3570" w:rsidRPr="00734451" w:rsidRDefault="007E3570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6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3570" w:rsidRPr="00734451" w:rsidRDefault="007E3570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7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7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72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3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E3570" w:rsidRPr="00734451" w:rsidRDefault="007E3570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76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7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78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570" w:rsidRPr="00734451" w:rsidRDefault="007E3570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79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80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E3570" w:rsidRPr="00734451" w:rsidRDefault="007E3570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2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3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4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5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6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7E3570" w:rsidRPr="00734451" w:rsidRDefault="007E3570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12" o:spid="_x0000_s1037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8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9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7E3570" w:rsidRPr="00734451" w:rsidRDefault="007E3570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40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1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2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3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4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7E3570" w:rsidRPr="00734451" w:rsidRDefault="007E3570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5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6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7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8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7E3570" w:rsidRPr="00734451" w:rsidRDefault="007E3570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9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50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1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7E3570" w:rsidRPr="00734451" w:rsidRDefault="007E3570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570" w:rsidRDefault="007E3570" w:rsidP="005748E3">
      <w:pPr>
        <w:spacing w:after="0" w:line="240" w:lineRule="auto"/>
      </w:pPr>
      <w:r>
        <w:separator/>
      </w:r>
    </w:p>
  </w:footnote>
  <w:footnote w:type="continuationSeparator" w:id="0">
    <w:p w:rsidR="007E3570" w:rsidRDefault="007E3570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70" w:rsidRDefault="007E3570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570" w:rsidRDefault="007E3570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7E3570" w:rsidRDefault="007E3570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570" w:rsidRDefault="007E357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570" w:rsidRDefault="007E3570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7E3570" w:rsidRDefault="007E3570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E2ACD"/>
    <w:multiLevelType w:val="hybridMultilevel"/>
    <w:tmpl w:val="7B84EF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564B5"/>
    <w:multiLevelType w:val="hybridMultilevel"/>
    <w:tmpl w:val="930A84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  <o:colormenu v:ext="edit" fillcolor="none [3213]" strokecolor="none [24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737"/>
    <w:rsid w:val="00000CAF"/>
    <w:rsid w:val="00002C57"/>
    <w:rsid w:val="0002322E"/>
    <w:rsid w:val="000304A4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6F8F"/>
    <w:rsid w:val="00191142"/>
    <w:rsid w:val="001A0461"/>
    <w:rsid w:val="001A2E3B"/>
    <w:rsid w:val="001A7AF4"/>
    <w:rsid w:val="001B5AE1"/>
    <w:rsid w:val="001C0F37"/>
    <w:rsid w:val="001C2A3A"/>
    <w:rsid w:val="001C3912"/>
    <w:rsid w:val="001F44A2"/>
    <w:rsid w:val="00210977"/>
    <w:rsid w:val="00217914"/>
    <w:rsid w:val="00226007"/>
    <w:rsid w:val="0022753C"/>
    <w:rsid w:val="0023354F"/>
    <w:rsid w:val="002739C8"/>
    <w:rsid w:val="00275766"/>
    <w:rsid w:val="002867C0"/>
    <w:rsid w:val="002932DD"/>
    <w:rsid w:val="00293ED4"/>
    <w:rsid w:val="002A016B"/>
    <w:rsid w:val="002A76FD"/>
    <w:rsid w:val="002B3F67"/>
    <w:rsid w:val="002C403F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2864"/>
    <w:rsid w:val="004353A0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03408"/>
    <w:rsid w:val="00615B7D"/>
    <w:rsid w:val="00624106"/>
    <w:rsid w:val="00632733"/>
    <w:rsid w:val="00644C5F"/>
    <w:rsid w:val="006557E8"/>
    <w:rsid w:val="00656DF2"/>
    <w:rsid w:val="0067732A"/>
    <w:rsid w:val="006D3CE8"/>
    <w:rsid w:val="00701D82"/>
    <w:rsid w:val="007102C1"/>
    <w:rsid w:val="007112FB"/>
    <w:rsid w:val="00721A7D"/>
    <w:rsid w:val="00734451"/>
    <w:rsid w:val="00741B96"/>
    <w:rsid w:val="0078169E"/>
    <w:rsid w:val="00794F40"/>
    <w:rsid w:val="007D1C83"/>
    <w:rsid w:val="007E3570"/>
    <w:rsid w:val="00803E28"/>
    <w:rsid w:val="00804042"/>
    <w:rsid w:val="00811182"/>
    <w:rsid w:val="00813362"/>
    <w:rsid w:val="008147B4"/>
    <w:rsid w:val="00826BA1"/>
    <w:rsid w:val="00835F01"/>
    <w:rsid w:val="00843873"/>
    <w:rsid w:val="00854725"/>
    <w:rsid w:val="0086335B"/>
    <w:rsid w:val="00880184"/>
    <w:rsid w:val="00893153"/>
    <w:rsid w:val="008A7D65"/>
    <w:rsid w:val="008B3BF4"/>
    <w:rsid w:val="008B3C2A"/>
    <w:rsid w:val="008C27FB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75015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4737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A5CD8"/>
    <w:rsid w:val="00BC5836"/>
    <w:rsid w:val="00BE046B"/>
    <w:rsid w:val="00C003DC"/>
    <w:rsid w:val="00C14503"/>
    <w:rsid w:val="00C24FD1"/>
    <w:rsid w:val="00C36AA5"/>
    <w:rsid w:val="00C44E9D"/>
    <w:rsid w:val="00C64AE2"/>
    <w:rsid w:val="00C71224"/>
    <w:rsid w:val="00C90BFA"/>
    <w:rsid w:val="00C943BB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54969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  <o:colormenu v:ext="edit" fillcolor="none [3213]" strokecolor="none [2412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\shared\VSL\VSL%20Docs\Templates\Templates%202019%20Final\lower%20limb%20arterial%20templates\Left%20Lower%20Limb%20-%20Arterial%20Dupl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- Arterial Duplex</Template>
  <TotalTime>105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Apurba Daha</dc:creator>
  <cp:lastModifiedBy>Daniel Sims</cp:lastModifiedBy>
  <cp:revision>5</cp:revision>
  <cp:lastPrinted>2019-07-09T12:34:00Z</cp:lastPrinted>
  <dcterms:created xsi:type="dcterms:W3CDTF">2019-07-09T10:49:00Z</dcterms:created>
  <dcterms:modified xsi:type="dcterms:W3CDTF">2019-10-15T09:46:00Z</dcterms:modified>
</cp:coreProperties>
</file>